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</w:pPr>
    </w:p>
    <w:p w:rsidR="001934AB" w:rsidRDefault="001934AB" w:rsidP="00C244D4">
      <w:pPr>
        <w:jc w:val="right"/>
        <w:rPr>
          <w:sz w:val="26"/>
          <w:szCs w:val="26"/>
        </w:rPr>
      </w:pPr>
    </w:p>
    <w:p w:rsidR="001934AB" w:rsidRPr="00A305C3" w:rsidRDefault="001934AB" w:rsidP="00C244D4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</w:tblGrid>
      <w:tr w:rsidR="001934AB" w:rsidTr="00E60636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934AB" w:rsidRPr="00E60636" w:rsidRDefault="001934AB" w:rsidP="008F0CBA">
            <w:pPr>
              <w:rPr>
                <w:sz w:val="26"/>
                <w:szCs w:val="26"/>
              </w:rPr>
            </w:pPr>
            <w:r w:rsidRPr="00E60636">
              <w:rPr>
                <w:sz w:val="26"/>
                <w:szCs w:val="26"/>
              </w:rPr>
              <w:t xml:space="preserve">О Законе Челябинской области </w:t>
            </w:r>
            <w:r w:rsidRPr="00E60636">
              <w:rPr>
                <w:spacing w:val="-4"/>
                <w:sz w:val="26"/>
                <w:szCs w:val="26"/>
              </w:rPr>
              <w:t>«</w:t>
            </w:r>
            <w:r w:rsidRPr="00E60636">
              <w:rPr>
                <w:sz w:val="26"/>
                <w:szCs w:val="26"/>
              </w:rPr>
              <w:t>О предоставлении гражданам адресной субсидии в связи с ростом  платы за коммунал</w:t>
            </w:r>
            <w:r w:rsidRPr="00E60636">
              <w:rPr>
                <w:sz w:val="26"/>
                <w:szCs w:val="26"/>
              </w:rPr>
              <w:t>ь</w:t>
            </w:r>
            <w:r w:rsidRPr="00E60636">
              <w:rPr>
                <w:sz w:val="26"/>
                <w:szCs w:val="26"/>
              </w:rPr>
              <w:t>ные услуги»</w:t>
            </w:r>
          </w:p>
        </w:tc>
      </w:tr>
    </w:tbl>
    <w:p w:rsidR="001934AB" w:rsidRDefault="001934AB" w:rsidP="00C244D4">
      <w:pPr>
        <w:rPr>
          <w:sz w:val="26"/>
        </w:rPr>
      </w:pPr>
    </w:p>
    <w:p w:rsidR="001934AB" w:rsidRDefault="001934AB" w:rsidP="00C244D4">
      <w:pPr>
        <w:rPr>
          <w:sz w:val="26"/>
        </w:rPr>
      </w:pPr>
    </w:p>
    <w:p w:rsidR="001934AB" w:rsidRDefault="001934AB" w:rsidP="00C244D4">
      <w:pPr>
        <w:rPr>
          <w:sz w:val="26"/>
        </w:rPr>
      </w:pPr>
    </w:p>
    <w:p w:rsidR="001934AB" w:rsidRDefault="001934AB" w:rsidP="00C244D4">
      <w:pPr>
        <w:rPr>
          <w:sz w:val="26"/>
        </w:rPr>
      </w:pPr>
    </w:p>
    <w:p w:rsidR="001934AB" w:rsidRDefault="001934AB" w:rsidP="009B49C1">
      <w:pPr>
        <w:ind w:firstLine="709"/>
        <w:rPr>
          <w:sz w:val="26"/>
        </w:rPr>
      </w:pPr>
      <w:r>
        <w:rPr>
          <w:sz w:val="26"/>
        </w:rPr>
        <w:t>Законодательное Собрание Челябинской области ПОСТАНОВЛЯЕТ:</w:t>
      </w:r>
    </w:p>
    <w:p w:rsidR="001934AB" w:rsidRDefault="001934AB" w:rsidP="00C244D4">
      <w:pPr>
        <w:rPr>
          <w:sz w:val="26"/>
        </w:rPr>
      </w:pPr>
    </w:p>
    <w:p w:rsidR="001934AB" w:rsidRDefault="001934AB" w:rsidP="009B49C1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BE639B">
        <w:rPr>
          <w:spacing w:val="-2"/>
          <w:sz w:val="26"/>
          <w:szCs w:val="26"/>
        </w:rPr>
        <w:t xml:space="preserve">Принять Закон Челябинской области </w:t>
      </w:r>
      <w:r w:rsidRPr="00BE639B">
        <w:rPr>
          <w:spacing w:val="-4"/>
          <w:sz w:val="26"/>
          <w:szCs w:val="26"/>
        </w:rPr>
        <w:t>«</w:t>
      </w:r>
      <w:r w:rsidRPr="00BE639B">
        <w:rPr>
          <w:sz w:val="26"/>
          <w:szCs w:val="26"/>
        </w:rPr>
        <w:t>О предоставлении гражданам адресной субс</w:t>
      </w:r>
      <w:r>
        <w:rPr>
          <w:sz w:val="26"/>
          <w:szCs w:val="26"/>
        </w:rPr>
        <w:t>и</w:t>
      </w:r>
      <w:r w:rsidRPr="00BE639B">
        <w:rPr>
          <w:sz w:val="26"/>
          <w:szCs w:val="26"/>
        </w:rPr>
        <w:t>дии в связи с ростом платы за коммунальные услуги».</w:t>
      </w:r>
    </w:p>
    <w:p w:rsidR="001934AB" w:rsidRPr="0085471B" w:rsidRDefault="001934AB" w:rsidP="009B49C1">
      <w:pPr>
        <w:pStyle w:val="ListParagraph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85471B">
        <w:rPr>
          <w:sz w:val="26"/>
          <w:szCs w:val="26"/>
        </w:rPr>
        <w:t>Направить указанный Закон Губернатору Челябинской области для подпис</w:t>
      </w:r>
      <w:r w:rsidRPr="0085471B">
        <w:rPr>
          <w:sz w:val="26"/>
          <w:szCs w:val="26"/>
        </w:rPr>
        <w:t>а</w:t>
      </w:r>
      <w:r w:rsidRPr="0085471B">
        <w:rPr>
          <w:sz w:val="26"/>
          <w:szCs w:val="26"/>
        </w:rPr>
        <w:t>ния и опубликования.</w:t>
      </w:r>
    </w:p>
    <w:p w:rsidR="001934AB" w:rsidRDefault="001934AB" w:rsidP="009B49C1">
      <w:pPr>
        <w:shd w:val="clear" w:color="auto" w:fill="FFFFFF"/>
        <w:spacing w:line="360" w:lineRule="auto"/>
        <w:ind w:firstLine="709"/>
        <w:jc w:val="both"/>
        <w:rPr>
          <w:sz w:val="26"/>
        </w:rPr>
      </w:pPr>
      <w:r>
        <w:rPr>
          <w:sz w:val="26"/>
          <w:szCs w:val="26"/>
        </w:rPr>
        <w:tab/>
      </w:r>
    </w:p>
    <w:p w:rsidR="001934AB" w:rsidRDefault="001934AB" w:rsidP="00C244D4">
      <w:pPr>
        <w:spacing w:line="360" w:lineRule="auto"/>
        <w:jc w:val="both"/>
        <w:rPr>
          <w:sz w:val="26"/>
        </w:rPr>
      </w:pPr>
    </w:p>
    <w:p w:rsidR="001934AB" w:rsidRDefault="001934AB" w:rsidP="00C244D4">
      <w:pPr>
        <w:pStyle w:val="BodyText"/>
        <w:spacing w:line="240" w:lineRule="auto"/>
        <w:ind w:right="-5"/>
      </w:pPr>
      <w:r>
        <w:t>Председатель</w:t>
      </w:r>
    </w:p>
    <w:p w:rsidR="001934AB" w:rsidRDefault="001934AB" w:rsidP="00C244D4">
      <w:pPr>
        <w:pStyle w:val="BodyText"/>
        <w:spacing w:line="240" w:lineRule="auto"/>
        <w:ind w:right="-82"/>
      </w:pPr>
      <w:r>
        <w:t>Законодательного Собрания                                                                              В.В. Мякуш</w:t>
      </w:r>
    </w:p>
    <w:p w:rsidR="001934AB" w:rsidRDefault="001934AB" w:rsidP="00C244D4">
      <w:pPr>
        <w:jc w:val="both"/>
      </w:pPr>
    </w:p>
    <w:p w:rsidR="001934AB" w:rsidRDefault="001934AB"/>
    <w:sectPr w:rsidR="001934AB" w:rsidSect="008547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17D8E"/>
    <w:multiLevelType w:val="hybridMultilevel"/>
    <w:tmpl w:val="65724FC6"/>
    <w:lvl w:ilvl="0" w:tplc="C062EF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116F4D"/>
    <w:multiLevelType w:val="hybridMultilevel"/>
    <w:tmpl w:val="5C5A6BD6"/>
    <w:lvl w:ilvl="0" w:tplc="22A477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FB703A6"/>
    <w:multiLevelType w:val="hybridMultilevel"/>
    <w:tmpl w:val="BC7A3E5A"/>
    <w:lvl w:ilvl="0" w:tplc="442CB6C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4D4"/>
    <w:rsid w:val="00012F81"/>
    <w:rsid w:val="000148C2"/>
    <w:rsid w:val="000178E8"/>
    <w:rsid w:val="000200D0"/>
    <w:rsid w:val="00020697"/>
    <w:rsid w:val="0002257D"/>
    <w:rsid w:val="00025E71"/>
    <w:rsid w:val="0003240B"/>
    <w:rsid w:val="00051970"/>
    <w:rsid w:val="00055498"/>
    <w:rsid w:val="00060542"/>
    <w:rsid w:val="00062983"/>
    <w:rsid w:val="0006316D"/>
    <w:rsid w:val="0006525F"/>
    <w:rsid w:val="0007029F"/>
    <w:rsid w:val="000973F5"/>
    <w:rsid w:val="000A539C"/>
    <w:rsid w:val="000B33A2"/>
    <w:rsid w:val="000E1631"/>
    <w:rsid w:val="000E6C77"/>
    <w:rsid w:val="000E7DB0"/>
    <w:rsid w:val="000F1A48"/>
    <w:rsid w:val="000F2C8C"/>
    <w:rsid w:val="000F3818"/>
    <w:rsid w:val="000F3AB7"/>
    <w:rsid w:val="001158D8"/>
    <w:rsid w:val="00121971"/>
    <w:rsid w:val="00123000"/>
    <w:rsid w:val="0012419E"/>
    <w:rsid w:val="00131B48"/>
    <w:rsid w:val="0013338C"/>
    <w:rsid w:val="0017580F"/>
    <w:rsid w:val="001934AB"/>
    <w:rsid w:val="00193DBF"/>
    <w:rsid w:val="001B41A8"/>
    <w:rsid w:val="001C16C1"/>
    <w:rsid w:val="001C52D2"/>
    <w:rsid w:val="001C7E80"/>
    <w:rsid w:val="001D3021"/>
    <w:rsid w:val="001D5A7C"/>
    <w:rsid w:val="001F0B8B"/>
    <w:rsid w:val="001F3ECB"/>
    <w:rsid w:val="00227B08"/>
    <w:rsid w:val="00231FA4"/>
    <w:rsid w:val="0025401D"/>
    <w:rsid w:val="0026063F"/>
    <w:rsid w:val="00263A9C"/>
    <w:rsid w:val="00266E53"/>
    <w:rsid w:val="002672F0"/>
    <w:rsid w:val="00277DD1"/>
    <w:rsid w:val="0028340F"/>
    <w:rsid w:val="00283E9F"/>
    <w:rsid w:val="00297F60"/>
    <w:rsid w:val="002A4E56"/>
    <w:rsid w:val="002A5009"/>
    <w:rsid w:val="002A51F6"/>
    <w:rsid w:val="002A5223"/>
    <w:rsid w:val="002B17B4"/>
    <w:rsid w:val="002C686D"/>
    <w:rsid w:val="002C694D"/>
    <w:rsid w:val="002D0EDE"/>
    <w:rsid w:val="002F5FE0"/>
    <w:rsid w:val="002F705D"/>
    <w:rsid w:val="0030486B"/>
    <w:rsid w:val="003267D9"/>
    <w:rsid w:val="003269CA"/>
    <w:rsid w:val="00330D98"/>
    <w:rsid w:val="003317ED"/>
    <w:rsid w:val="00335D63"/>
    <w:rsid w:val="003466CA"/>
    <w:rsid w:val="0035598D"/>
    <w:rsid w:val="00362B3E"/>
    <w:rsid w:val="00363D71"/>
    <w:rsid w:val="00373295"/>
    <w:rsid w:val="003918C4"/>
    <w:rsid w:val="00395DB0"/>
    <w:rsid w:val="00395F26"/>
    <w:rsid w:val="003A7C3F"/>
    <w:rsid w:val="003B3283"/>
    <w:rsid w:val="003B665D"/>
    <w:rsid w:val="003C6980"/>
    <w:rsid w:val="003E7167"/>
    <w:rsid w:val="003F56BF"/>
    <w:rsid w:val="00400461"/>
    <w:rsid w:val="004050CA"/>
    <w:rsid w:val="00411F53"/>
    <w:rsid w:val="0042028B"/>
    <w:rsid w:val="00424CAD"/>
    <w:rsid w:val="00444F82"/>
    <w:rsid w:val="00470641"/>
    <w:rsid w:val="00484375"/>
    <w:rsid w:val="004A6748"/>
    <w:rsid w:val="004B4893"/>
    <w:rsid w:val="004C05E9"/>
    <w:rsid w:val="004D674D"/>
    <w:rsid w:val="004E3AE0"/>
    <w:rsid w:val="004E4119"/>
    <w:rsid w:val="004E6D49"/>
    <w:rsid w:val="004E797F"/>
    <w:rsid w:val="00523470"/>
    <w:rsid w:val="005251DF"/>
    <w:rsid w:val="00547B8C"/>
    <w:rsid w:val="005516F1"/>
    <w:rsid w:val="00560A0D"/>
    <w:rsid w:val="00567BA2"/>
    <w:rsid w:val="00571B2B"/>
    <w:rsid w:val="00573FD4"/>
    <w:rsid w:val="005768CD"/>
    <w:rsid w:val="00591B5D"/>
    <w:rsid w:val="005A4E8A"/>
    <w:rsid w:val="005A55CE"/>
    <w:rsid w:val="005B4F23"/>
    <w:rsid w:val="005D2459"/>
    <w:rsid w:val="005F42E3"/>
    <w:rsid w:val="006070D9"/>
    <w:rsid w:val="00616299"/>
    <w:rsid w:val="00625A57"/>
    <w:rsid w:val="006344B4"/>
    <w:rsid w:val="0064595D"/>
    <w:rsid w:val="0065682E"/>
    <w:rsid w:val="00657726"/>
    <w:rsid w:val="0066751F"/>
    <w:rsid w:val="00667A0F"/>
    <w:rsid w:val="006726F1"/>
    <w:rsid w:val="00673A1A"/>
    <w:rsid w:val="00686F73"/>
    <w:rsid w:val="006971CD"/>
    <w:rsid w:val="006B5964"/>
    <w:rsid w:val="006D7DE3"/>
    <w:rsid w:val="006F0AF6"/>
    <w:rsid w:val="00700B87"/>
    <w:rsid w:val="00703D86"/>
    <w:rsid w:val="007201EB"/>
    <w:rsid w:val="00731EF7"/>
    <w:rsid w:val="00743AB1"/>
    <w:rsid w:val="00751BE7"/>
    <w:rsid w:val="007612B9"/>
    <w:rsid w:val="00770E72"/>
    <w:rsid w:val="00771C7A"/>
    <w:rsid w:val="007741C8"/>
    <w:rsid w:val="00777507"/>
    <w:rsid w:val="00782B87"/>
    <w:rsid w:val="00784703"/>
    <w:rsid w:val="0079579F"/>
    <w:rsid w:val="007A556E"/>
    <w:rsid w:val="007B6298"/>
    <w:rsid w:val="007C566E"/>
    <w:rsid w:val="007C5743"/>
    <w:rsid w:val="007D0608"/>
    <w:rsid w:val="007E7EC0"/>
    <w:rsid w:val="008003AF"/>
    <w:rsid w:val="00801F3A"/>
    <w:rsid w:val="00804B57"/>
    <w:rsid w:val="00807FF4"/>
    <w:rsid w:val="008144AB"/>
    <w:rsid w:val="0081678F"/>
    <w:rsid w:val="00817CD8"/>
    <w:rsid w:val="00821535"/>
    <w:rsid w:val="00832DBC"/>
    <w:rsid w:val="00834FAC"/>
    <w:rsid w:val="00852A8A"/>
    <w:rsid w:val="008540B8"/>
    <w:rsid w:val="008541FC"/>
    <w:rsid w:val="0085471B"/>
    <w:rsid w:val="00873B32"/>
    <w:rsid w:val="00876DE6"/>
    <w:rsid w:val="008836D9"/>
    <w:rsid w:val="008868F2"/>
    <w:rsid w:val="0089433A"/>
    <w:rsid w:val="008A647A"/>
    <w:rsid w:val="008B3F30"/>
    <w:rsid w:val="008B5B57"/>
    <w:rsid w:val="008C51CA"/>
    <w:rsid w:val="008D2EA8"/>
    <w:rsid w:val="008E720B"/>
    <w:rsid w:val="008F0CBA"/>
    <w:rsid w:val="008F2A89"/>
    <w:rsid w:val="00912F4C"/>
    <w:rsid w:val="00937A69"/>
    <w:rsid w:val="00940C28"/>
    <w:rsid w:val="00941924"/>
    <w:rsid w:val="00951130"/>
    <w:rsid w:val="00966797"/>
    <w:rsid w:val="009B0107"/>
    <w:rsid w:val="009B49C1"/>
    <w:rsid w:val="009D4FB9"/>
    <w:rsid w:val="009D7D78"/>
    <w:rsid w:val="009E160C"/>
    <w:rsid w:val="009E65AE"/>
    <w:rsid w:val="009E6AC8"/>
    <w:rsid w:val="009F382D"/>
    <w:rsid w:val="00A00877"/>
    <w:rsid w:val="00A00C70"/>
    <w:rsid w:val="00A15BFC"/>
    <w:rsid w:val="00A22929"/>
    <w:rsid w:val="00A25C0C"/>
    <w:rsid w:val="00A305C3"/>
    <w:rsid w:val="00A30BF3"/>
    <w:rsid w:val="00A33DF1"/>
    <w:rsid w:val="00A36EF5"/>
    <w:rsid w:val="00A469BB"/>
    <w:rsid w:val="00A609E2"/>
    <w:rsid w:val="00A60FBC"/>
    <w:rsid w:val="00A833B8"/>
    <w:rsid w:val="00A84014"/>
    <w:rsid w:val="00A85DAB"/>
    <w:rsid w:val="00A919AE"/>
    <w:rsid w:val="00A926BC"/>
    <w:rsid w:val="00AA36DE"/>
    <w:rsid w:val="00AC251E"/>
    <w:rsid w:val="00AC7C46"/>
    <w:rsid w:val="00AD1ABC"/>
    <w:rsid w:val="00AD1F62"/>
    <w:rsid w:val="00AD4636"/>
    <w:rsid w:val="00AE226A"/>
    <w:rsid w:val="00AE401F"/>
    <w:rsid w:val="00B15DFC"/>
    <w:rsid w:val="00B161BB"/>
    <w:rsid w:val="00B16BD7"/>
    <w:rsid w:val="00B24297"/>
    <w:rsid w:val="00B2724F"/>
    <w:rsid w:val="00B35C32"/>
    <w:rsid w:val="00B472E4"/>
    <w:rsid w:val="00B64C89"/>
    <w:rsid w:val="00B671EA"/>
    <w:rsid w:val="00B724C4"/>
    <w:rsid w:val="00B82189"/>
    <w:rsid w:val="00B85B4F"/>
    <w:rsid w:val="00B91573"/>
    <w:rsid w:val="00B97386"/>
    <w:rsid w:val="00BA04DD"/>
    <w:rsid w:val="00BB1844"/>
    <w:rsid w:val="00BB50C6"/>
    <w:rsid w:val="00BC0158"/>
    <w:rsid w:val="00BC4037"/>
    <w:rsid w:val="00BD209E"/>
    <w:rsid w:val="00BD311A"/>
    <w:rsid w:val="00BD601B"/>
    <w:rsid w:val="00BE639B"/>
    <w:rsid w:val="00BF7CAB"/>
    <w:rsid w:val="00C21D25"/>
    <w:rsid w:val="00C244D4"/>
    <w:rsid w:val="00C25742"/>
    <w:rsid w:val="00C2638F"/>
    <w:rsid w:val="00C32E6A"/>
    <w:rsid w:val="00C37213"/>
    <w:rsid w:val="00C65A4B"/>
    <w:rsid w:val="00C65F86"/>
    <w:rsid w:val="00C67C4D"/>
    <w:rsid w:val="00C7549A"/>
    <w:rsid w:val="00C8755D"/>
    <w:rsid w:val="00CA30B6"/>
    <w:rsid w:val="00CA4CEC"/>
    <w:rsid w:val="00CA4FF3"/>
    <w:rsid w:val="00CC6F19"/>
    <w:rsid w:val="00CE0FBE"/>
    <w:rsid w:val="00CE4154"/>
    <w:rsid w:val="00D01DDB"/>
    <w:rsid w:val="00D04646"/>
    <w:rsid w:val="00D10944"/>
    <w:rsid w:val="00D62DB0"/>
    <w:rsid w:val="00D879FD"/>
    <w:rsid w:val="00D90A07"/>
    <w:rsid w:val="00D91935"/>
    <w:rsid w:val="00DA4647"/>
    <w:rsid w:val="00DB4319"/>
    <w:rsid w:val="00DB7018"/>
    <w:rsid w:val="00DD079B"/>
    <w:rsid w:val="00DD4E4C"/>
    <w:rsid w:val="00DF2A3D"/>
    <w:rsid w:val="00DF60CC"/>
    <w:rsid w:val="00E136EA"/>
    <w:rsid w:val="00E2755F"/>
    <w:rsid w:val="00E323B0"/>
    <w:rsid w:val="00E4662D"/>
    <w:rsid w:val="00E53996"/>
    <w:rsid w:val="00E60636"/>
    <w:rsid w:val="00E824E4"/>
    <w:rsid w:val="00E8702D"/>
    <w:rsid w:val="00E921A6"/>
    <w:rsid w:val="00EA6950"/>
    <w:rsid w:val="00EB3791"/>
    <w:rsid w:val="00EB4E3A"/>
    <w:rsid w:val="00EB73D0"/>
    <w:rsid w:val="00EC01B3"/>
    <w:rsid w:val="00EF0EB8"/>
    <w:rsid w:val="00F00802"/>
    <w:rsid w:val="00F0294E"/>
    <w:rsid w:val="00F059A7"/>
    <w:rsid w:val="00F06638"/>
    <w:rsid w:val="00F13581"/>
    <w:rsid w:val="00F26466"/>
    <w:rsid w:val="00F47312"/>
    <w:rsid w:val="00F75D54"/>
    <w:rsid w:val="00F773AD"/>
    <w:rsid w:val="00F860B3"/>
    <w:rsid w:val="00FA63ED"/>
    <w:rsid w:val="00FA6818"/>
    <w:rsid w:val="00FB2CBA"/>
    <w:rsid w:val="00FB40B6"/>
    <w:rsid w:val="00FB73E8"/>
    <w:rsid w:val="00FC37FD"/>
    <w:rsid w:val="00FC537E"/>
    <w:rsid w:val="00FE2A95"/>
    <w:rsid w:val="00FE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4D4"/>
    <w:pPr>
      <w:ind w:right="6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244D4"/>
    <w:pPr>
      <w:spacing w:line="360" w:lineRule="auto"/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244D4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305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05C3"/>
    <w:rPr>
      <w:rFonts w:ascii="Tahoma" w:hAnsi="Tahoma" w:cs="Tahoma"/>
      <w:sz w:val="16"/>
      <w:szCs w:val="16"/>
      <w:lang w:eastAsia="ru-RU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2672F0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2672F0"/>
    <w:pPr>
      <w:shd w:val="clear" w:color="auto" w:fill="FFFFFF"/>
      <w:spacing w:after="540" w:line="446" w:lineRule="exact"/>
      <w:jc w:val="center"/>
    </w:pPr>
    <w:rPr>
      <w:rFonts w:eastAsia="Calibri"/>
      <w:sz w:val="25"/>
      <w:szCs w:val="25"/>
      <w:lang w:eastAsia="en-US"/>
    </w:rPr>
  </w:style>
  <w:style w:type="table" w:styleId="TableGrid">
    <w:name w:val="Table Grid"/>
    <w:basedOn w:val="TableNormal"/>
    <w:uiPriority w:val="99"/>
    <w:rsid w:val="005D245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Гипертекстовая ссылка"/>
    <w:uiPriority w:val="99"/>
    <w:rsid w:val="004E3AE0"/>
    <w:rPr>
      <w:color w:val="auto"/>
    </w:rPr>
  </w:style>
  <w:style w:type="paragraph" w:styleId="ListParagraph">
    <w:name w:val="List Paragraph"/>
    <w:basedOn w:val="Normal"/>
    <w:uiPriority w:val="99"/>
    <w:qFormat/>
    <w:rsid w:val="00BE6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90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82</Words>
  <Characters>469</Characters>
  <Application>Microsoft Office Outlook</Application>
  <DocSecurity>0</DocSecurity>
  <Lines>0</Lines>
  <Paragraphs>0</Paragraphs>
  <ScaleCrop>false</ScaleCrop>
  <Company>Законодательное Собрание Челябинской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2016-06-15T09:07:00Z</cp:lastPrinted>
  <dcterms:created xsi:type="dcterms:W3CDTF">2016-06-07T05:12:00Z</dcterms:created>
  <dcterms:modified xsi:type="dcterms:W3CDTF">2016-07-12T05:27:00Z</dcterms:modified>
</cp:coreProperties>
</file>