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EA1BE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160488">
              <w:rPr>
                <w:sz w:val="26"/>
                <w:szCs w:val="26"/>
              </w:rPr>
              <w:t>1</w:t>
            </w:r>
            <w:r w:rsidR="00EA1BEA">
              <w:rPr>
                <w:sz w:val="26"/>
                <w:szCs w:val="26"/>
              </w:rPr>
              <w:t>6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96056F" w:rsidRPr="0096056F">
        <w:rPr>
          <w:sz w:val="26"/>
          <w:szCs w:val="26"/>
        </w:rPr>
        <w:t>2</w:t>
      </w:r>
      <w:r w:rsidR="00A94460">
        <w:rPr>
          <w:sz w:val="26"/>
          <w:szCs w:val="26"/>
        </w:rPr>
        <w:t>5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A94460" w:rsidP="001A155C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 xml:space="preserve">разовательным программам на дому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A94460" w:rsidTr="00A9446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A94460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A94460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</w:t>
            </w:r>
          </w:p>
        </w:tc>
      </w:tr>
      <w:tr w:rsidR="007B0C92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94460" w:rsidRDefault="007B0C92" w:rsidP="00A9446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9446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94460">
              <w:rPr>
                <w:b/>
                <w:snapToGrid w:val="0"/>
                <w:sz w:val="26"/>
                <w:szCs w:val="26"/>
              </w:rPr>
              <w:t>о</w:t>
            </w:r>
            <w:r w:rsidRPr="00A9446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94460" w:rsidRDefault="007B0C92" w:rsidP="00A9446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 xml:space="preserve">3 047,80  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8 028,00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1 376,90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10 662,70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1 577,10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272,10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28 818,50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10 524,40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3 496,90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1 978,10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1 016,50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2 823,20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2 086,60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1 669,60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48 617,50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2 408,20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9446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3 972,00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4 897,30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6 770,40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3 123,90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3 558,20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3 335,60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2 919,10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2 085,70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3 314,00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2 394,70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1 641,50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2 463,50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4 589,70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5 351,40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3 327,30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1 328,60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1 664,80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869,40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1 708,10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3 320,60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3 850,00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3 094,90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2 047,10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1 942,50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2 403,50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2 290,30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9446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sz w:val="26"/>
                <w:szCs w:val="26"/>
              </w:rPr>
            </w:pPr>
            <w:r w:rsidRPr="00A94460">
              <w:rPr>
                <w:sz w:val="26"/>
                <w:szCs w:val="26"/>
              </w:rPr>
              <w:t>978,40</w:t>
            </w:r>
          </w:p>
        </w:tc>
      </w:tr>
      <w:tr w:rsidR="00A94460" w:rsidRPr="00A94460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ind w:left="57"/>
              <w:rPr>
                <w:b/>
                <w:sz w:val="26"/>
                <w:szCs w:val="26"/>
              </w:rPr>
            </w:pPr>
            <w:r w:rsidRPr="00A9446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460" w:rsidRPr="00A94460" w:rsidRDefault="00A94460" w:rsidP="00A94460">
            <w:pPr>
              <w:jc w:val="right"/>
              <w:rPr>
                <w:b/>
                <w:sz w:val="26"/>
                <w:szCs w:val="26"/>
              </w:rPr>
            </w:pPr>
            <w:r w:rsidRPr="00A94460">
              <w:rPr>
                <w:b/>
                <w:sz w:val="26"/>
                <w:szCs w:val="26"/>
              </w:rPr>
              <w:t>207 646,60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A94460" w:rsidRDefault="00A94460" w:rsidP="00A94460">
      <w:pPr>
        <w:ind w:left="0"/>
        <w:rPr>
          <w:sz w:val="26"/>
          <w:szCs w:val="26"/>
        </w:rPr>
      </w:pPr>
    </w:p>
    <w:p w:rsidR="00A94460" w:rsidRDefault="00A94460" w:rsidP="00925DA1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EA1BEA">
      <w:footerReference w:type="default" r:id="rId7"/>
      <w:pgSz w:w="11906" w:h="16838"/>
      <w:pgMar w:top="1134" w:right="567" w:bottom="1134" w:left="1701" w:header="709" w:footer="709" w:gutter="0"/>
      <w:pgNumType w:start="4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1E0" w:rsidRDefault="00F371E0" w:rsidP="005211A3">
      <w:r>
        <w:separator/>
      </w:r>
    </w:p>
  </w:endnote>
  <w:endnote w:type="continuationSeparator" w:id="0">
    <w:p w:rsidR="00F371E0" w:rsidRDefault="00F371E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91D0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A1BEA">
          <w:rPr>
            <w:noProof/>
            <w:sz w:val="24"/>
            <w:szCs w:val="24"/>
          </w:rPr>
          <w:t>457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1E0" w:rsidRDefault="00F371E0" w:rsidP="005211A3">
      <w:r>
        <w:separator/>
      </w:r>
    </w:p>
  </w:footnote>
  <w:footnote w:type="continuationSeparator" w:id="0">
    <w:p w:rsidR="00F371E0" w:rsidRDefault="00F371E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0488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951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C3010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1D05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6BAF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3569F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C39DB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37A7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3795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1BEA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35FE4"/>
    <w:rsid w:val="00F371E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EE315-E623-4A5A-B125-04FB5331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2016-09-27T06:04:00Z</cp:lastPrinted>
  <dcterms:created xsi:type="dcterms:W3CDTF">2016-09-15T03:58:00Z</dcterms:created>
  <dcterms:modified xsi:type="dcterms:W3CDTF">2016-09-27T06:05:00Z</dcterms:modified>
</cp:coreProperties>
</file>