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A69" w:rsidRPr="00E45F70" w:rsidRDefault="00F03A69" w:rsidP="00306129">
      <w:pPr>
        <w:tabs>
          <w:tab w:val="left" w:pos="0"/>
        </w:tabs>
        <w:spacing w:after="0" w:line="240" w:lineRule="auto"/>
        <w:jc w:val="right"/>
        <w:outlineLvl w:val="0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Приложение</w:t>
      </w:r>
    </w:p>
    <w:p w:rsidR="00F03A69" w:rsidRPr="00E45F70" w:rsidRDefault="00F03A69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к Закону Челябинской области</w:t>
      </w:r>
    </w:p>
    <w:p w:rsidR="00F03A69" w:rsidRPr="00E45F70" w:rsidRDefault="00F03A69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 xml:space="preserve">«О внесении </w:t>
      </w:r>
      <w:r>
        <w:rPr>
          <w:rFonts w:ascii="Times New Roman" w:hAnsi="Times New Roman"/>
          <w:sz w:val="26"/>
          <w:szCs w:val="26"/>
        </w:rPr>
        <w:t>изменения в приложение к Закону</w:t>
      </w:r>
    </w:p>
    <w:p w:rsidR="00F03A69" w:rsidRPr="00E45F70" w:rsidRDefault="00F03A69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Челябинской обл</w:t>
      </w:r>
      <w:r>
        <w:rPr>
          <w:rFonts w:ascii="Times New Roman" w:hAnsi="Times New Roman"/>
          <w:sz w:val="26"/>
          <w:szCs w:val="26"/>
        </w:rPr>
        <w:t>асти «О разграничении имущества</w:t>
      </w:r>
    </w:p>
    <w:p w:rsidR="00F03A69" w:rsidRPr="00E45F70" w:rsidRDefault="00F03A69" w:rsidP="007E1FA4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между Еманже</w:t>
      </w:r>
      <w:r>
        <w:rPr>
          <w:rFonts w:ascii="Times New Roman" w:hAnsi="Times New Roman"/>
          <w:sz w:val="26"/>
          <w:szCs w:val="26"/>
        </w:rPr>
        <w:t>линским муниципальным районом и</w:t>
      </w:r>
    </w:p>
    <w:p w:rsidR="00F03A69" w:rsidRPr="00E45F70" w:rsidRDefault="00F03A69" w:rsidP="00533044">
      <w:pPr>
        <w:tabs>
          <w:tab w:val="left" w:pos="0"/>
          <w:tab w:val="left" w:pos="5068"/>
          <w:tab w:val="right" w:pos="1457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ab/>
      </w:r>
      <w:r w:rsidRPr="00E45F70">
        <w:rPr>
          <w:rFonts w:ascii="Times New Roman" w:hAnsi="Times New Roman"/>
          <w:sz w:val="26"/>
          <w:szCs w:val="26"/>
        </w:rPr>
        <w:tab/>
        <w:t>Еманжелинским городским поселением»</w:t>
      </w:r>
    </w:p>
    <w:p w:rsidR="00F03A69" w:rsidRPr="00E45F70" w:rsidRDefault="00F03A69" w:rsidP="00222A43">
      <w:pPr>
        <w:tabs>
          <w:tab w:val="left" w:pos="0"/>
        </w:tabs>
        <w:spacing w:after="0" w:line="240" w:lineRule="auto"/>
        <w:jc w:val="right"/>
        <w:rPr>
          <w:sz w:val="26"/>
          <w:szCs w:val="26"/>
        </w:rPr>
      </w:pPr>
      <w:r w:rsidRPr="00E45F70">
        <w:rPr>
          <w:rFonts w:ascii="Times New Roman" w:hAnsi="Times New Roman"/>
          <w:sz w:val="26"/>
          <w:szCs w:val="26"/>
        </w:rPr>
        <w:t>от ___________________ № _____________</w:t>
      </w:r>
    </w:p>
    <w:p w:rsidR="00F03A69" w:rsidRPr="00E45F70" w:rsidRDefault="00F03A69" w:rsidP="00222A43">
      <w:pPr>
        <w:tabs>
          <w:tab w:val="left" w:pos="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03A69" w:rsidRPr="00E45F70" w:rsidRDefault="00F03A69" w:rsidP="00F16753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W w:w="1512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080"/>
        <w:gridCol w:w="2116"/>
        <w:gridCol w:w="2980"/>
        <w:gridCol w:w="1934"/>
        <w:gridCol w:w="1486"/>
        <w:gridCol w:w="2644"/>
        <w:gridCol w:w="2880"/>
      </w:tblGrid>
      <w:tr w:rsidR="00F03A69" w:rsidRPr="00E45F70" w:rsidTr="002C757E">
        <w:tc>
          <w:tcPr>
            <w:tcW w:w="1080" w:type="dxa"/>
          </w:tcPr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п/п</w:t>
            </w:r>
          </w:p>
        </w:tc>
        <w:tc>
          <w:tcPr>
            <w:tcW w:w="2116" w:type="dxa"/>
          </w:tcPr>
          <w:p w:rsidR="00F03A69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Полное наим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нование пре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приятия, учре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дения, наимен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вание </w:t>
            </w:r>
          </w:p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имущества</w:t>
            </w:r>
          </w:p>
        </w:tc>
        <w:tc>
          <w:tcPr>
            <w:tcW w:w="2980" w:type="dxa"/>
          </w:tcPr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Юридический адрес предприятия, учрежд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ния, адрес местонахо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ж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дения имущества</w:t>
            </w:r>
          </w:p>
        </w:tc>
        <w:tc>
          <w:tcPr>
            <w:tcW w:w="1934" w:type="dxa"/>
          </w:tcPr>
          <w:p w:rsidR="00F03A69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Балансовая стоимость имущества по состоянию на </w:t>
            </w:r>
          </w:p>
          <w:p w:rsidR="00F03A69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1 июля </w:t>
            </w:r>
          </w:p>
          <w:p w:rsidR="00F03A69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2006 года </w:t>
            </w:r>
          </w:p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(тыс. рублей)</w:t>
            </w:r>
          </w:p>
        </w:tc>
        <w:tc>
          <w:tcPr>
            <w:tcW w:w="1486" w:type="dxa"/>
          </w:tcPr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Назнач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ние (сп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циализ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ция)</w:t>
            </w:r>
          </w:p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имущества</w:t>
            </w:r>
          </w:p>
        </w:tc>
        <w:tc>
          <w:tcPr>
            <w:tcW w:w="2644" w:type="dxa"/>
          </w:tcPr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Индивидуализиру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ю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щие характеристики имущества (инве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тарный номер, кад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стровый номер, пл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щадь, протяже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ность, идентифик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ционный номер)</w:t>
            </w:r>
          </w:p>
        </w:tc>
        <w:tc>
          <w:tcPr>
            <w:tcW w:w="2880" w:type="dxa"/>
          </w:tcPr>
          <w:p w:rsidR="00F03A69" w:rsidRPr="00E45F70" w:rsidRDefault="00F03A69" w:rsidP="00A4395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Основани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е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возникн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о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вения права муниц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и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пальной собственности у Еманжелинского м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ниципального района </w:t>
            </w:r>
          </w:p>
        </w:tc>
      </w:tr>
      <w:tr w:rsidR="00F03A69" w:rsidRPr="00E45F70" w:rsidTr="002C757E">
        <w:trPr>
          <w:trHeight w:val="1666"/>
        </w:trPr>
        <w:tc>
          <w:tcPr>
            <w:tcW w:w="1080" w:type="dxa"/>
          </w:tcPr>
          <w:p w:rsidR="00F03A69" w:rsidRPr="00841677" w:rsidRDefault="00F03A69" w:rsidP="00A43956">
            <w:pPr>
              <w:spacing w:after="0" w:line="240" w:lineRule="auto"/>
              <w:rPr>
                <w:sz w:val="26"/>
                <w:szCs w:val="26"/>
                <w:lang w:val="en-US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«570</w:t>
            </w:r>
            <w:r w:rsidRPr="00E45F70">
              <w:rPr>
                <w:rFonts w:ascii="Times New Roman" w:hAnsi="Times New Roman"/>
                <w:sz w:val="26"/>
                <w:szCs w:val="26"/>
                <w:vertAlign w:val="superscript"/>
              </w:rPr>
              <w:t>3</w:t>
            </w:r>
            <w:r>
              <w:rPr>
                <w:rFonts w:ascii="Times New Roman" w:hAnsi="Times New Roman"/>
                <w:sz w:val="26"/>
                <w:szCs w:val="26"/>
                <w:vertAlign w:val="superscript"/>
                <w:lang w:val="en-US"/>
              </w:rPr>
              <w:t>1</w:t>
            </w:r>
          </w:p>
        </w:tc>
        <w:tc>
          <w:tcPr>
            <w:tcW w:w="2116" w:type="dxa"/>
          </w:tcPr>
          <w:p w:rsidR="00F03A69" w:rsidRPr="00E45F70" w:rsidRDefault="00F03A69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К</w:t>
            </w:r>
            <w:r>
              <w:rPr>
                <w:rFonts w:ascii="Times New Roman" w:hAnsi="Times New Roman"/>
                <w:sz w:val="26"/>
                <w:szCs w:val="26"/>
              </w:rPr>
              <w:t>вартира</w:t>
            </w:r>
          </w:p>
        </w:tc>
        <w:tc>
          <w:tcPr>
            <w:tcW w:w="2980" w:type="dxa"/>
          </w:tcPr>
          <w:p w:rsidR="00F03A69" w:rsidRDefault="00F03A69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 xml:space="preserve">город Еманжелинск, </w:t>
            </w:r>
            <w:r>
              <w:rPr>
                <w:rFonts w:ascii="Times New Roman" w:hAnsi="Times New Roman"/>
                <w:sz w:val="26"/>
                <w:szCs w:val="26"/>
              </w:rPr>
              <w:t>улица Энгельса, 21,</w:t>
            </w:r>
          </w:p>
          <w:p w:rsidR="00F03A69" w:rsidRPr="002C757E" w:rsidRDefault="00F03A69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квартира 23</w:t>
            </w:r>
          </w:p>
        </w:tc>
        <w:tc>
          <w:tcPr>
            <w:tcW w:w="1934" w:type="dxa"/>
          </w:tcPr>
          <w:p w:rsidR="00F03A69" w:rsidRPr="00E45F70" w:rsidRDefault="00F03A69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86" w:type="dxa"/>
          </w:tcPr>
          <w:p w:rsidR="00F03A69" w:rsidRPr="00E45F70" w:rsidRDefault="00F03A69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жилищный фонд</w:t>
            </w:r>
          </w:p>
        </w:tc>
        <w:tc>
          <w:tcPr>
            <w:tcW w:w="2644" w:type="dxa"/>
          </w:tcPr>
          <w:p w:rsidR="00F03A69" w:rsidRPr="00E45F70" w:rsidRDefault="00F03A69" w:rsidP="00167678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50,8 кв. м</w:t>
            </w:r>
          </w:p>
        </w:tc>
        <w:tc>
          <w:tcPr>
            <w:tcW w:w="2880" w:type="dxa"/>
          </w:tcPr>
          <w:p w:rsidR="00F03A69" w:rsidRPr="00E45F70" w:rsidRDefault="00F03A69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45F70">
              <w:rPr>
                <w:rFonts w:ascii="Times New Roman" w:hAnsi="Times New Roman"/>
                <w:sz w:val="26"/>
                <w:szCs w:val="26"/>
              </w:rPr>
              <w:t>свидетельство о гос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у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дарственной регистр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>а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ции права от 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декаб</w:t>
            </w:r>
            <w:r w:rsidRPr="00E45F70">
              <w:rPr>
                <w:rFonts w:ascii="Times New Roman" w:hAnsi="Times New Roman"/>
                <w:sz w:val="26"/>
                <w:szCs w:val="26"/>
              </w:rPr>
              <w:t xml:space="preserve">ря 2015 года серия 74 01 № </w:t>
            </w:r>
            <w:r>
              <w:rPr>
                <w:rFonts w:ascii="Times New Roman" w:hAnsi="Times New Roman"/>
                <w:sz w:val="26"/>
                <w:szCs w:val="26"/>
              </w:rPr>
              <w:t>214640»</w:t>
            </w:r>
          </w:p>
          <w:p w:rsidR="00F03A69" w:rsidRPr="00E45F70" w:rsidRDefault="00F03A69" w:rsidP="00A4395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</w:tr>
    </w:tbl>
    <w:p w:rsidR="00F03A69" w:rsidRDefault="00F03A69"/>
    <w:sectPr w:rsidR="00F03A69" w:rsidSect="00570786">
      <w:footerReference w:type="even" r:id="rId6"/>
      <w:footerReference w:type="default" r:id="rId7"/>
      <w:pgSz w:w="16838" w:h="11906" w:orient="landscape"/>
      <w:pgMar w:top="1531" w:right="1134" w:bottom="567" w:left="1134" w:header="709" w:footer="23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A69" w:rsidRDefault="00F03A69" w:rsidP="003B716F">
      <w:pPr>
        <w:spacing w:after="0" w:line="240" w:lineRule="auto"/>
      </w:pPr>
      <w:r>
        <w:separator/>
      </w:r>
    </w:p>
  </w:endnote>
  <w:endnote w:type="continuationSeparator" w:id="1">
    <w:p w:rsidR="00F03A69" w:rsidRDefault="00F03A69" w:rsidP="003B7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69" w:rsidRDefault="00F03A69" w:rsidP="00BD1CE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03A69" w:rsidRDefault="00F03A69" w:rsidP="001676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A69" w:rsidRPr="00841677" w:rsidRDefault="00F03A69" w:rsidP="00841677">
    <w:pPr>
      <w:pStyle w:val="Footer"/>
      <w:framePr w:w="281" w:wrap="around" w:vAnchor="text" w:hAnchor="page" w:x="15355" w:y="-729"/>
      <w:rPr>
        <w:rStyle w:val="PageNumber"/>
        <w:rFonts w:ascii="Times New Roman" w:hAnsi="Times New Roman"/>
        <w:sz w:val="26"/>
        <w:szCs w:val="26"/>
      </w:rPr>
    </w:pPr>
    <w:r w:rsidRPr="00841677">
      <w:rPr>
        <w:rStyle w:val="PageNumber"/>
        <w:rFonts w:ascii="Times New Roman" w:hAnsi="Times New Roman"/>
        <w:sz w:val="26"/>
        <w:szCs w:val="26"/>
      </w:rPr>
      <w:fldChar w:fldCharType="begin"/>
    </w:r>
    <w:r w:rsidRPr="00841677">
      <w:rPr>
        <w:rStyle w:val="PageNumber"/>
        <w:rFonts w:ascii="Times New Roman" w:hAnsi="Times New Roman"/>
        <w:sz w:val="26"/>
        <w:szCs w:val="26"/>
      </w:rPr>
      <w:instrText xml:space="preserve">PAGE  </w:instrText>
    </w:r>
    <w:r w:rsidRPr="00841677">
      <w:rPr>
        <w:rStyle w:val="PageNumber"/>
        <w:rFonts w:ascii="Times New Roman" w:hAnsi="Times New Roman"/>
        <w:sz w:val="26"/>
        <w:szCs w:val="26"/>
      </w:rPr>
      <w:fldChar w:fldCharType="separate"/>
    </w:r>
    <w:r>
      <w:rPr>
        <w:rStyle w:val="PageNumber"/>
        <w:rFonts w:ascii="Times New Roman" w:hAnsi="Times New Roman"/>
        <w:noProof/>
        <w:sz w:val="26"/>
        <w:szCs w:val="26"/>
      </w:rPr>
      <w:t>2</w:t>
    </w:r>
    <w:r w:rsidRPr="00841677">
      <w:rPr>
        <w:rStyle w:val="PageNumber"/>
        <w:rFonts w:ascii="Times New Roman" w:hAnsi="Times New Roman"/>
        <w:sz w:val="26"/>
        <w:szCs w:val="26"/>
      </w:rPr>
      <w:fldChar w:fldCharType="end"/>
    </w:r>
  </w:p>
  <w:p w:rsidR="00F03A69" w:rsidRDefault="00F03A69" w:rsidP="00533044">
    <w:pPr>
      <w:pStyle w:val="Footer"/>
      <w:tabs>
        <w:tab w:val="clear" w:pos="4677"/>
        <w:tab w:val="clear" w:pos="9355"/>
        <w:tab w:val="left" w:pos="8752"/>
        <w:tab w:val="left" w:pos="1316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A69" w:rsidRDefault="00F03A69" w:rsidP="003B716F">
      <w:pPr>
        <w:spacing w:after="0" w:line="240" w:lineRule="auto"/>
      </w:pPr>
      <w:r>
        <w:separator/>
      </w:r>
    </w:p>
  </w:footnote>
  <w:footnote w:type="continuationSeparator" w:id="1">
    <w:p w:rsidR="00F03A69" w:rsidRDefault="00F03A69" w:rsidP="003B71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1FA4"/>
    <w:rsid w:val="000010C2"/>
    <w:rsid w:val="00011376"/>
    <w:rsid w:val="000122F9"/>
    <w:rsid w:val="000324D8"/>
    <w:rsid w:val="00032AB8"/>
    <w:rsid w:val="0003340D"/>
    <w:rsid w:val="0004501B"/>
    <w:rsid w:val="00050B42"/>
    <w:rsid w:val="00051708"/>
    <w:rsid w:val="00051B9B"/>
    <w:rsid w:val="00057B9C"/>
    <w:rsid w:val="000A01A2"/>
    <w:rsid w:val="000B1BAC"/>
    <w:rsid w:val="000E0F7A"/>
    <w:rsid w:val="000E72D2"/>
    <w:rsid w:val="000F01FA"/>
    <w:rsid w:val="00150B15"/>
    <w:rsid w:val="0015723B"/>
    <w:rsid w:val="00167678"/>
    <w:rsid w:val="00187C5E"/>
    <w:rsid w:val="00193B9B"/>
    <w:rsid w:val="001A69B8"/>
    <w:rsid w:val="001E0D70"/>
    <w:rsid w:val="001E28D9"/>
    <w:rsid w:val="001E3C33"/>
    <w:rsid w:val="001F304C"/>
    <w:rsid w:val="00213A80"/>
    <w:rsid w:val="00222A43"/>
    <w:rsid w:val="00242698"/>
    <w:rsid w:val="002474E0"/>
    <w:rsid w:val="00257E13"/>
    <w:rsid w:val="002654F7"/>
    <w:rsid w:val="00272CC9"/>
    <w:rsid w:val="002A57B3"/>
    <w:rsid w:val="002B73B0"/>
    <w:rsid w:val="002C757E"/>
    <w:rsid w:val="002C7917"/>
    <w:rsid w:val="003049B5"/>
    <w:rsid w:val="00306129"/>
    <w:rsid w:val="003143CB"/>
    <w:rsid w:val="00330B88"/>
    <w:rsid w:val="00333950"/>
    <w:rsid w:val="00346AD8"/>
    <w:rsid w:val="003477FD"/>
    <w:rsid w:val="0036567A"/>
    <w:rsid w:val="003839F4"/>
    <w:rsid w:val="00385373"/>
    <w:rsid w:val="0039714D"/>
    <w:rsid w:val="003A2484"/>
    <w:rsid w:val="003A3A3C"/>
    <w:rsid w:val="003B716F"/>
    <w:rsid w:val="003B79DE"/>
    <w:rsid w:val="003C4533"/>
    <w:rsid w:val="003D5F3C"/>
    <w:rsid w:val="00410228"/>
    <w:rsid w:val="00451643"/>
    <w:rsid w:val="0048439F"/>
    <w:rsid w:val="004A2149"/>
    <w:rsid w:val="00532E84"/>
    <w:rsid w:val="00533044"/>
    <w:rsid w:val="0054460D"/>
    <w:rsid w:val="00545F6E"/>
    <w:rsid w:val="00546D9B"/>
    <w:rsid w:val="00570786"/>
    <w:rsid w:val="00596E02"/>
    <w:rsid w:val="005C353F"/>
    <w:rsid w:val="005C540C"/>
    <w:rsid w:val="005C713C"/>
    <w:rsid w:val="005F1CDA"/>
    <w:rsid w:val="0060600A"/>
    <w:rsid w:val="006670A3"/>
    <w:rsid w:val="00667EBE"/>
    <w:rsid w:val="006801BA"/>
    <w:rsid w:val="006C4196"/>
    <w:rsid w:val="006C64BA"/>
    <w:rsid w:val="006C7467"/>
    <w:rsid w:val="006D0517"/>
    <w:rsid w:val="006E0687"/>
    <w:rsid w:val="006E2BC9"/>
    <w:rsid w:val="007277FF"/>
    <w:rsid w:val="0074662A"/>
    <w:rsid w:val="00747550"/>
    <w:rsid w:val="00767E53"/>
    <w:rsid w:val="00791B62"/>
    <w:rsid w:val="0079488D"/>
    <w:rsid w:val="007B2701"/>
    <w:rsid w:val="007E1FA4"/>
    <w:rsid w:val="007F4D8B"/>
    <w:rsid w:val="00805B51"/>
    <w:rsid w:val="00806DF0"/>
    <w:rsid w:val="00841677"/>
    <w:rsid w:val="00842467"/>
    <w:rsid w:val="00850D43"/>
    <w:rsid w:val="008716B1"/>
    <w:rsid w:val="0089225B"/>
    <w:rsid w:val="008C3386"/>
    <w:rsid w:val="008C40EF"/>
    <w:rsid w:val="009000C1"/>
    <w:rsid w:val="00945BA4"/>
    <w:rsid w:val="009640BD"/>
    <w:rsid w:val="009926B4"/>
    <w:rsid w:val="009B68DC"/>
    <w:rsid w:val="009F4F6A"/>
    <w:rsid w:val="009F7751"/>
    <w:rsid w:val="00A071F6"/>
    <w:rsid w:val="00A1269C"/>
    <w:rsid w:val="00A33C28"/>
    <w:rsid w:val="00A43956"/>
    <w:rsid w:val="00A711EF"/>
    <w:rsid w:val="00A74ECD"/>
    <w:rsid w:val="00AB0FA7"/>
    <w:rsid w:val="00AF1413"/>
    <w:rsid w:val="00B118F8"/>
    <w:rsid w:val="00B27B33"/>
    <w:rsid w:val="00B41123"/>
    <w:rsid w:val="00B429E1"/>
    <w:rsid w:val="00B63638"/>
    <w:rsid w:val="00B74E41"/>
    <w:rsid w:val="00B858B6"/>
    <w:rsid w:val="00B87EFA"/>
    <w:rsid w:val="00BA2D0F"/>
    <w:rsid w:val="00BD07FF"/>
    <w:rsid w:val="00BD1CED"/>
    <w:rsid w:val="00BE6D37"/>
    <w:rsid w:val="00BF141B"/>
    <w:rsid w:val="00C26FA9"/>
    <w:rsid w:val="00C36676"/>
    <w:rsid w:val="00C56B2F"/>
    <w:rsid w:val="00C57B2C"/>
    <w:rsid w:val="00C7350D"/>
    <w:rsid w:val="00CA5180"/>
    <w:rsid w:val="00CB72FF"/>
    <w:rsid w:val="00CC2759"/>
    <w:rsid w:val="00CC2CF4"/>
    <w:rsid w:val="00D1084C"/>
    <w:rsid w:val="00D55CAB"/>
    <w:rsid w:val="00D85798"/>
    <w:rsid w:val="00D85CDE"/>
    <w:rsid w:val="00D95075"/>
    <w:rsid w:val="00DA3748"/>
    <w:rsid w:val="00DA62D1"/>
    <w:rsid w:val="00DB0083"/>
    <w:rsid w:val="00DB6BFD"/>
    <w:rsid w:val="00DD62CD"/>
    <w:rsid w:val="00DE273F"/>
    <w:rsid w:val="00DE340D"/>
    <w:rsid w:val="00DF5E9B"/>
    <w:rsid w:val="00E312AC"/>
    <w:rsid w:val="00E404EE"/>
    <w:rsid w:val="00E45F70"/>
    <w:rsid w:val="00E55413"/>
    <w:rsid w:val="00E56014"/>
    <w:rsid w:val="00E57884"/>
    <w:rsid w:val="00E7340D"/>
    <w:rsid w:val="00E93B13"/>
    <w:rsid w:val="00EC2BD9"/>
    <w:rsid w:val="00ED01DC"/>
    <w:rsid w:val="00ED17D0"/>
    <w:rsid w:val="00EE30F7"/>
    <w:rsid w:val="00F03A69"/>
    <w:rsid w:val="00F05208"/>
    <w:rsid w:val="00F11418"/>
    <w:rsid w:val="00F12710"/>
    <w:rsid w:val="00F16753"/>
    <w:rsid w:val="00F314EF"/>
    <w:rsid w:val="00F33C61"/>
    <w:rsid w:val="00F46407"/>
    <w:rsid w:val="00F835EC"/>
    <w:rsid w:val="00F97D31"/>
    <w:rsid w:val="00FA1474"/>
    <w:rsid w:val="00FF1085"/>
    <w:rsid w:val="00FF16EA"/>
    <w:rsid w:val="00FF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550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1FA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B71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B716F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306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30612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16767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803</TotalTime>
  <Pages>1</Pages>
  <Words>141</Words>
  <Characters>804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112</cp:revision>
  <cp:lastPrinted>2016-02-09T05:57:00Z</cp:lastPrinted>
  <dcterms:created xsi:type="dcterms:W3CDTF">2011-11-21T04:45:00Z</dcterms:created>
  <dcterms:modified xsi:type="dcterms:W3CDTF">2016-02-09T05:57:00Z</dcterms:modified>
</cp:coreProperties>
</file>