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05A" w:rsidRPr="008A53C8" w:rsidRDefault="0040505A" w:rsidP="008A53C8">
      <w:pPr>
        <w:ind w:right="306"/>
        <w:jc w:val="right"/>
        <w:rPr>
          <w:sz w:val="26"/>
          <w:szCs w:val="26"/>
          <w:lang w:val="en-US"/>
        </w:rPr>
      </w:pPr>
      <w:r>
        <w:rPr>
          <w:sz w:val="26"/>
          <w:szCs w:val="26"/>
        </w:rPr>
        <w:t>Приложение</w:t>
      </w:r>
    </w:p>
    <w:p w:rsidR="0040505A" w:rsidRDefault="0040505A" w:rsidP="008A53C8">
      <w:pPr>
        <w:ind w:right="306"/>
        <w:jc w:val="right"/>
        <w:rPr>
          <w:sz w:val="26"/>
          <w:szCs w:val="26"/>
        </w:rPr>
      </w:pPr>
      <w:r>
        <w:rPr>
          <w:sz w:val="26"/>
          <w:szCs w:val="26"/>
        </w:rPr>
        <w:t>к Закону Челябинской области «О внесении</w:t>
      </w:r>
    </w:p>
    <w:p w:rsidR="0040505A" w:rsidRDefault="0040505A" w:rsidP="008A53C8">
      <w:pPr>
        <w:ind w:right="306"/>
        <w:jc w:val="right"/>
        <w:rPr>
          <w:sz w:val="26"/>
          <w:szCs w:val="26"/>
        </w:rPr>
      </w:pPr>
      <w:r>
        <w:rPr>
          <w:sz w:val="26"/>
          <w:szCs w:val="26"/>
        </w:rPr>
        <w:t>изменений в приложение к Закону Челябинской</w:t>
      </w:r>
    </w:p>
    <w:p w:rsidR="0040505A" w:rsidRDefault="0040505A" w:rsidP="008A53C8">
      <w:pPr>
        <w:ind w:right="306"/>
        <w:jc w:val="right"/>
        <w:rPr>
          <w:sz w:val="26"/>
          <w:szCs w:val="26"/>
        </w:rPr>
      </w:pPr>
      <w:r>
        <w:rPr>
          <w:sz w:val="26"/>
          <w:szCs w:val="26"/>
        </w:rPr>
        <w:t>области «О разграничении имущества между</w:t>
      </w:r>
    </w:p>
    <w:p w:rsidR="0040505A" w:rsidRDefault="0040505A" w:rsidP="008A53C8">
      <w:pPr>
        <w:ind w:right="306"/>
        <w:jc w:val="right"/>
        <w:rPr>
          <w:sz w:val="26"/>
          <w:szCs w:val="26"/>
        </w:rPr>
      </w:pPr>
      <w:r>
        <w:rPr>
          <w:sz w:val="26"/>
          <w:szCs w:val="26"/>
        </w:rPr>
        <w:t>Пластовским  муниципальным районом и</w:t>
      </w:r>
    </w:p>
    <w:p w:rsidR="0040505A" w:rsidRDefault="0040505A" w:rsidP="008A53C8">
      <w:pPr>
        <w:ind w:right="306"/>
        <w:jc w:val="right"/>
        <w:rPr>
          <w:sz w:val="26"/>
          <w:szCs w:val="26"/>
        </w:rPr>
      </w:pPr>
      <w:r>
        <w:rPr>
          <w:sz w:val="26"/>
          <w:szCs w:val="26"/>
        </w:rPr>
        <w:t>Пластовским городским поселением»</w:t>
      </w:r>
    </w:p>
    <w:p w:rsidR="0040505A" w:rsidRDefault="0040505A" w:rsidP="008A53C8">
      <w:pPr>
        <w:ind w:right="306"/>
        <w:jc w:val="right"/>
        <w:rPr>
          <w:sz w:val="26"/>
          <w:szCs w:val="26"/>
        </w:rPr>
      </w:pPr>
      <w:r>
        <w:rPr>
          <w:sz w:val="26"/>
          <w:szCs w:val="26"/>
        </w:rPr>
        <w:t>от ______________ № ____________</w:t>
      </w:r>
    </w:p>
    <w:p w:rsidR="0040505A" w:rsidRDefault="0040505A" w:rsidP="0046234F">
      <w:pPr>
        <w:rPr>
          <w:sz w:val="26"/>
          <w:szCs w:val="26"/>
        </w:rPr>
      </w:pPr>
    </w:p>
    <w:tbl>
      <w:tblPr>
        <w:tblW w:w="14580" w:type="dxa"/>
        <w:tblInd w:w="108" w:type="dxa"/>
        <w:tblLayout w:type="fixed"/>
        <w:tblLook w:val="01E0"/>
      </w:tblPr>
      <w:tblGrid>
        <w:gridCol w:w="1080"/>
        <w:gridCol w:w="2160"/>
        <w:gridCol w:w="2880"/>
        <w:gridCol w:w="1620"/>
        <w:gridCol w:w="1620"/>
        <w:gridCol w:w="2160"/>
        <w:gridCol w:w="3060"/>
      </w:tblGrid>
      <w:tr w:rsidR="0040505A" w:rsidTr="008A53C8">
        <w:trPr>
          <w:trHeight w:val="310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Полное наим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нование  пре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приятия, учре</w:t>
            </w:r>
            <w:r>
              <w:rPr>
                <w:sz w:val="26"/>
                <w:szCs w:val="26"/>
              </w:rPr>
              <w:t>ж</w:t>
            </w:r>
            <w:r>
              <w:rPr>
                <w:sz w:val="26"/>
                <w:szCs w:val="26"/>
              </w:rPr>
              <w:t>дения,  наимен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вание имущества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Юридический адрес предприятия, учрежд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ния, адрес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местонах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ждения имущества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Балансовая</w:t>
            </w:r>
          </w:p>
          <w:p w:rsidR="0040505A" w:rsidRDefault="0040505A" w:rsidP="00BE52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стоимость имущества по состоя-нию на</w:t>
            </w:r>
            <w:r>
              <w:rPr>
                <w:sz w:val="26"/>
                <w:szCs w:val="26"/>
                <w:lang w:val="en-US"/>
              </w:rPr>
              <w:t xml:space="preserve"> </w:t>
            </w:r>
          </w:p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сентября</w:t>
            </w:r>
          </w:p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2006 года </w:t>
            </w:r>
          </w:p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(тыс. ру</w:t>
            </w:r>
            <w:r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>лей)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Назначение</w:t>
            </w:r>
          </w:p>
          <w:p w:rsidR="0040505A" w:rsidRPr="008A53C8" w:rsidRDefault="0040505A" w:rsidP="00BE52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(специали-зация</w:t>
            </w:r>
            <w:r>
              <w:rPr>
                <w:sz w:val="26"/>
                <w:szCs w:val="26"/>
                <w:lang w:val="en-US"/>
              </w:rPr>
              <w:t>)</w:t>
            </w:r>
            <w:r>
              <w:rPr>
                <w:sz w:val="26"/>
                <w:szCs w:val="26"/>
              </w:rPr>
              <w:t xml:space="preserve"> им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щества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Индивидуа-лизирующие х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рактеристики имущества (и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вентарный 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мер, кадастр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вый номер,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пл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щадь, протяже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ность, иден-тификационный номер)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4623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Основание  возникнов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ния права муниципал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ной собственности   у Пластовского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пального района</w:t>
            </w:r>
          </w:p>
        </w:tc>
      </w:tr>
    </w:tbl>
    <w:p w:rsidR="0040505A" w:rsidRPr="00146335" w:rsidRDefault="0040505A">
      <w:pPr>
        <w:rPr>
          <w:sz w:val="2"/>
          <w:szCs w:val="2"/>
        </w:rPr>
      </w:pPr>
    </w:p>
    <w:tbl>
      <w:tblPr>
        <w:tblW w:w="14580" w:type="dxa"/>
        <w:tblInd w:w="108" w:type="dxa"/>
        <w:tblLayout w:type="fixed"/>
        <w:tblLook w:val="01E0"/>
      </w:tblPr>
      <w:tblGrid>
        <w:gridCol w:w="1080"/>
        <w:gridCol w:w="2160"/>
        <w:gridCol w:w="2880"/>
        <w:gridCol w:w="1620"/>
        <w:gridCol w:w="1620"/>
        <w:gridCol w:w="2160"/>
        <w:gridCol w:w="3060"/>
      </w:tblGrid>
      <w:tr w:rsidR="0040505A" w:rsidTr="00146335">
        <w:trPr>
          <w:trHeight w:val="285"/>
          <w:tblHeader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40505A" w:rsidTr="008A53C8">
        <w:trPr>
          <w:trHeight w:val="71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146335" w:rsidRDefault="0040505A" w:rsidP="00CB2D78">
            <w:pPr>
              <w:jc w:val="center"/>
              <w:rPr>
                <w:sz w:val="2"/>
                <w:szCs w:val="2"/>
                <w:lang w:val="en-US"/>
              </w:rPr>
            </w:pPr>
          </w:p>
          <w:p w:rsidR="0040505A" w:rsidRDefault="0040505A" w:rsidP="00CB2D78">
            <w:pPr>
              <w:jc w:val="center"/>
              <w:rPr>
                <w:sz w:val="26"/>
                <w:szCs w:val="26"/>
              </w:rPr>
            </w:pPr>
            <w:r>
              <w:t>«620</w:t>
            </w:r>
            <w:r>
              <w:rPr>
                <w:vertAlign w:val="superscript"/>
              </w:rPr>
              <w:t>226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AA0E5A">
            <w:pPr>
              <w:rPr>
                <w:sz w:val="26"/>
                <w:szCs w:val="26"/>
              </w:rPr>
            </w:pPr>
            <w:r w:rsidRPr="00317E78">
              <w:rPr>
                <w:sz w:val="26"/>
                <w:szCs w:val="26"/>
              </w:rPr>
              <w:t>город</w:t>
            </w:r>
            <w:r>
              <w:rPr>
                <w:sz w:val="26"/>
                <w:szCs w:val="26"/>
              </w:rPr>
              <w:t xml:space="preserve"> Пласт, улица Черняховского,</w:t>
            </w:r>
            <w:r w:rsidRPr="00317E78">
              <w:rPr>
                <w:sz w:val="26"/>
                <w:szCs w:val="26"/>
              </w:rPr>
              <w:t xml:space="preserve"> 11, квартира 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жилищный фонд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BE522D">
            <w:pPr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36,4 кв. м"/>
              </w:smartTagPr>
              <w:r w:rsidRPr="00317E78">
                <w:rPr>
                  <w:sz w:val="26"/>
                  <w:szCs w:val="26"/>
                </w:rPr>
                <w:t>36,4</w:t>
              </w:r>
              <w:r>
                <w:rPr>
                  <w:sz w:val="26"/>
                  <w:szCs w:val="26"/>
                </w:rPr>
                <w:t xml:space="preserve"> кв. м</w:t>
              </w:r>
            </w:smartTag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 w:rsidRPr="00317E78">
              <w:rPr>
                <w:sz w:val="26"/>
                <w:szCs w:val="26"/>
              </w:rPr>
              <w:t>свидетельство о госу</w:t>
            </w:r>
            <w:r>
              <w:rPr>
                <w:sz w:val="26"/>
                <w:szCs w:val="26"/>
              </w:rPr>
              <w:t>-</w:t>
            </w:r>
            <w:r w:rsidRPr="00317E78">
              <w:rPr>
                <w:sz w:val="26"/>
                <w:szCs w:val="26"/>
              </w:rPr>
              <w:t xml:space="preserve">дарственной регистрации права </w:t>
            </w:r>
            <w:r>
              <w:rPr>
                <w:sz w:val="26"/>
                <w:szCs w:val="26"/>
              </w:rPr>
              <w:t xml:space="preserve">от 26 марта 2015 года серия 74 АЕ </w:t>
            </w:r>
          </w:p>
          <w:p w:rsidR="0040505A" w:rsidRPr="00317E78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304</w:t>
            </w:r>
            <w:r w:rsidRPr="00317E78">
              <w:rPr>
                <w:sz w:val="26"/>
                <w:szCs w:val="26"/>
              </w:rPr>
              <w:t>916</w:t>
            </w:r>
          </w:p>
        </w:tc>
      </w:tr>
      <w:tr w:rsidR="0040505A" w:rsidTr="008A53C8">
        <w:trPr>
          <w:trHeight w:val="71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CC3EF4" w:rsidRDefault="0040505A" w:rsidP="00CB2D78">
            <w:pPr>
              <w:jc w:val="center"/>
              <w:rPr>
                <w:sz w:val="2"/>
                <w:szCs w:val="2"/>
              </w:rPr>
            </w:pPr>
          </w:p>
          <w:p w:rsidR="0040505A" w:rsidRDefault="0040505A" w:rsidP="00CB2D78">
            <w:pPr>
              <w:jc w:val="center"/>
            </w:pPr>
            <w:r>
              <w:t>620</w:t>
            </w:r>
            <w:r>
              <w:rPr>
                <w:vertAlign w:val="superscript"/>
              </w:rPr>
              <w:t>227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AA0E5A">
            <w:pPr>
              <w:rPr>
                <w:sz w:val="26"/>
                <w:szCs w:val="26"/>
              </w:rPr>
            </w:pPr>
            <w:r w:rsidRPr="00317E78">
              <w:rPr>
                <w:sz w:val="26"/>
                <w:szCs w:val="26"/>
              </w:rPr>
              <w:t xml:space="preserve">город </w:t>
            </w:r>
            <w:r>
              <w:rPr>
                <w:sz w:val="26"/>
                <w:szCs w:val="26"/>
              </w:rPr>
              <w:t xml:space="preserve">Пласт, улица Черняховского, </w:t>
            </w:r>
            <w:r w:rsidRPr="00317E78">
              <w:rPr>
                <w:sz w:val="26"/>
                <w:szCs w:val="26"/>
              </w:rPr>
              <w:t>11, квартира 27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жилищный фонд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кв. м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>свидетельство о госу</w:t>
            </w:r>
            <w:r>
              <w:rPr>
                <w:sz w:val="26"/>
                <w:szCs w:val="26"/>
              </w:rPr>
              <w:t>-</w:t>
            </w:r>
            <w:r w:rsidRPr="00007D9D">
              <w:rPr>
                <w:sz w:val="26"/>
                <w:szCs w:val="26"/>
              </w:rPr>
              <w:t xml:space="preserve">дарственной регистрации права от 26 марта 2015 </w:t>
            </w:r>
            <w:r>
              <w:rPr>
                <w:sz w:val="26"/>
                <w:szCs w:val="26"/>
              </w:rPr>
              <w:t>года серия</w:t>
            </w:r>
            <w:r w:rsidRPr="00007D9D">
              <w:rPr>
                <w:sz w:val="26"/>
                <w:szCs w:val="26"/>
              </w:rPr>
              <w:t xml:space="preserve"> 74 АЕ</w:t>
            </w:r>
            <w:r>
              <w:rPr>
                <w:sz w:val="26"/>
                <w:szCs w:val="26"/>
              </w:rPr>
              <w:t xml:space="preserve"> </w:t>
            </w:r>
          </w:p>
          <w:p w:rsidR="0040505A" w:rsidRPr="00007D9D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>№ 304919</w:t>
            </w:r>
          </w:p>
        </w:tc>
      </w:tr>
      <w:tr w:rsidR="0040505A" w:rsidTr="00146335">
        <w:trPr>
          <w:trHeight w:val="22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CC3EF4" w:rsidRDefault="0040505A" w:rsidP="00CB2D78">
            <w:pPr>
              <w:jc w:val="center"/>
              <w:rPr>
                <w:sz w:val="2"/>
                <w:szCs w:val="2"/>
              </w:rPr>
            </w:pPr>
          </w:p>
          <w:p w:rsidR="0040505A" w:rsidRDefault="0040505A" w:rsidP="00CB2D78">
            <w:pPr>
              <w:jc w:val="center"/>
            </w:pPr>
            <w:r>
              <w:t>620</w:t>
            </w:r>
            <w:r>
              <w:rPr>
                <w:vertAlign w:val="superscript"/>
              </w:rPr>
              <w:t>228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AA0E5A">
            <w:pPr>
              <w:rPr>
                <w:sz w:val="26"/>
                <w:szCs w:val="26"/>
              </w:rPr>
            </w:pPr>
            <w:r w:rsidRPr="00317E78">
              <w:rPr>
                <w:sz w:val="26"/>
                <w:szCs w:val="26"/>
              </w:rPr>
              <w:t xml:space="preserve">город </w:t>
            </w:r>
            <w:r>
              <w:rPr>
                <w:sz w:val="26"/>
                <w:szCs w:val="26"/>
              </w:rPr>
              <w:t xml:space="preserve">Пласт, улица Черняховского, </w:t>
            </w:r>
            <w:r w:rsidRPr="00317E78">
              <w:rPr>
                <w:sz w:val="26"/>
                <w:szCs w:val="26"/>
              </w:rPr>
              <w:t>11, квартира 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жилищный фонд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BE522D">
            <w:pPr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36,6 кв. м"/>
              </w:smartTagPr>
              <w:r w:rsidRPr="00317E78">
                <w:rPr>
                  <w:sz w:val="26"/>
                  <w:szCs w:val="26"/>
                </w:rPr>
                <w:t>36,6</w:t>
              </w:r>
              <w:r>
                <w:rPr>
                  <w:sz w:val="26"/>
                  <w:szCs w:val="26"/>
                </w:rPr>
                <w:t xml:space="preserve"> кв. м</w:t>
              </w:r>
            </w:smartTag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>свидетельство о госу</w:t>
            </w:r>
            <w:r>
              <w:rPr>
                <w:sz w:val="26"/>
                <w:szCs w:val="26"/>
              </w:rPr>
              <w:t>-</w:t>
            </w:r>
            <w:r w:rsidRPr="00007D9D">
              <w:rPr>
                <w:sz w:val="26"/>
                <w:szCs w:val="26"/>
              </w:rPr>
              <w:t xml:space="preserve">дарственной регистрации права от 26 марта 2015 </w:t>
            </w:r>
            <w:r>
              <w:rPr>
                <w:sz w:val="26"/>
                <w:szCs w:val="26"/>
              </w:rPr>
              <w:t>года серия</w:t>
            </w:r>
            <w:r w:rsidRPr="00007D9D">
              <w:rPr>
                <w:sz w:val="26"/>
                <w:szCs w:val="26"/>
              </w:rPr>
              <w:t xml:space="preserve"> 74 АЕ</w:t>
            </w:r>
            <w:r>
              <w:rPr>
                <w:sz w:val="26"/>
                <w:szCs w:val="26"/>
              </w:rPr>
              <w:t xml:space="preserve"> </w:t>
            </w:r>
          </w:p>
          <w:p w:rsidR="0040505A" w:rsidRPr="00007D9D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 xml:space="preserve">№ 304933 </w:t>
            </w:r>
          </w:p>
        </w:tc>
      </w:tr>
      <w:tr w:rsidR="0040505A" w:rsidTr="008A53C8">
        <w:trPr>
          <w:trHeight w:val="71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CC3EF4" w:rsidRDefault="0040505A" w:rsidP="00CB2D78">
            <w:pPr>
              <w:jc w:val="center"/>
              <w:rPr>
                <w:sz w:val="2"/>
                <w:szCs w:val="2"/>
              </w:rPr>
            </w:pPr>
          </w:p>
          <w:p w:rsidR="0040505A" w:rsidRDefault="0040505A" w:rsidP="00CB2D78">
            <w:pPr>
              <w:jc w:val="center"/>
            </w:pPr>
            <w:r>
              <w:t>620</w:t>
            </w:r>
            <w:r>
              <w:rPr>
                <w:vertAlign w:val="superscript"/>
              </w:rPr>
              <w:t>229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AA0E5A">
            <w:pPr>
              <w:rPr>
                <w:sz w:val="26"/>
                <w:szCs w:val="26"/>
              </w:rPr>
            </w:pPr>
            <w:r w:rsidRPr="00317E78">
              <w:rPr>
                <w:sz w:val="26"/>
                <w:szCs w:val="26"/>
              </w:rPr>
              <w:t xml:space="preserve">город </w:t>
            </w:r>
            <w:r>
              <w:rPr>
                <w:sz w:val="26"/>
                <w:szCs w:val="26"/>
              </w:rPr>
              <w:t xml:space="preserve">Пласт, улица Черняховского, </w:t>
            </w:r>
            <w:r w:rsidRPr="00317E78">
              <w:rPr>
                <w:sz w:val="26"/>
                <w:szCs w:val="26"/>
              </w:rPr>
              <w:t>11, квартира 31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жилищный фонд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BE522D">
            <w:pPr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32,1 кв. м"/>
              </w:smartTagPr>
              <w:r w:rsidRPr="00317E78">
                <w:rPr>
                  <w:sz w:val="26"/>
                  <w:szCs w:val="26"/>
                </w:rPr>
                <w:t>32,1</w:t>
              </w:r>
              <w:r>
                <w:rPr>
                  <w:sz w:val="26"/>
                  <w:szCs w:val="26"/>
                </w:rPr>
                <w:t xml:space="preserve"> кв. м</w:t>
              </w:r>
            </w:smartTag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>свидетельство о госу</w:t>
            </w:r>
            <w:r>
              <w:rPr>
                <w:sz w:val="26"/>
                <w:szCs w:val="26"/>
              </w:rPr>
              <w:t>-</w:t>
            </w:r>
            <w:r w:rsidRPr="00007D9D">
              <w:rPr>
                <w:sz w:val="26"/>
                <w:szCs w:val="26"/>
              </w:rPr>
              <w:t xml:space="preserve">дарственной регистрации права от 26 марта 2015 </w:t>
            </w:r>
            <w:r>
              <w:rPr>
                <w:sz w:val="26"/>
                <w:szCs w:val="26"/>
              </w:rPr>
              <w:t>года серия</w:t>
            </w:r>
            <w:r w:rsidRPr="00007D9D">
              <w:rPr>
                <w:sz w:val="26"/>
                <w:szCs w:val="26"/>
              </w:rPr>
              <w:t xml:space="preserve"> 74 АЕ</w:t>
            </w:r>
            <w:r>
              <w:rPr>
                <w:sz w:val="26"/>
                <w:szCs w:val="26"/>
              </w:rPr>
              <w:t xml:space="preserve"> </w:t>
            </w:r>
          </w:p>
          <w:p w:rsidR="0040505A" w:rsidRPr="00007D9D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>№ 304918</w:t>
            </w:r>
          </w:p>
        </w:tc>
      </w:tr>
      <w:tr w:rsidR="0040505A" w:rsidTr="008A53C8">
        <w:trPr>
          <w:trHeight w:val="71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CC3EF4" w:rsidRDefault="0040505A" w:rsidP="00CB2D78">
            <w:pPr>
              <w:jc w:val="center"/>
              <w:rPr>
                <w:sz w:val="2"/>
                <w:szCs w:val="2"/>
              </w:rPr>
            </w:pPr>
          </w:p>
          <w:p w:rsidR="0040505A" w:rsidRDefault="0040505A" w:rsidP="00CB2D78">
            <w:pPr>
              <w:jc w:val="center"/>
            </w:pPr>
            <w:r>
              <w:t>620</w:t>
            </w:r>
            <w:r>
              <w:rPr>
                <w:vertAlign w:val="superscript"/>
              </w:rPr>
              <w:t>230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AA0E5A">
            <w:pPr>
              <w:rPr>
                <w:sz w:val="26"/>
                <w:szCs w:val="26"/>
              </w:rPr>
            </w:pPr>
            <w:r w:rsidRPr="00317E78">
              <w:rPr>
                <w:sz w:val="26"/>
                <w:szCs w:val="26"/>
              </w:rPr>
              <w:t xml:space="preserve">город </w:t>
            </w:r>
            <w:r>
              <w:rPr>
                <w:sz w:val="26"/>
                <w:szCs w:val="26"/>
              </w:rPr>
              <w:t xml:space="preserve">Пласт, улица Черняховского, </w:t>
            </w:r>
            <w:r w:rsidRPr="00317E78">
              <w:rPr>
                <w:sz w:val="26"/>
                <w:szCs w:val="26"/>
              </w:rPr>
              <w:t>11, квартира 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жилищный фонд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BE522D">
            <w:pPr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49,1 кв. м"/>
              </w:smartTagPr>
              <w:r w:rsidRPr="00317E78">
                <w:rPr>
                  <w:sz w:val="26"/>
                  <w:szCs w:val="26"/>
                </w:rPr>
                <w:t>49,1</w:t>
              </w:r>
              <w:r>
                <w:rPr>
                  <w:sz w:val="26"/>
                  <w:szCs w:val="26"/>
                </w:rPr>
                <w:t xml:space="preserve"> кв. м</w:t>
              </w:r>
            </w:smartTag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>свидетельство о госу</w:t>
            </w:r>
            <w:r>
              <w:rPr>
                <w:sz w:val="26"/>
                <w:szCs w:val="26"/>
              </w:rPr>
              <w:t>-</w:t>
            </w:r>
            <w:r w:rsidRPr="00007D9D">
              <w:rPr>
                <w:sz w:val="26"/>
                <w:szCs w:val="26"/>
              </w:rPr>
              <w:t xml:space="preserve">дарственной регистрации права от 26 марта 2015 </w:t>
            </w:r>
            <w:r>
              <w:rPr>
                <w:sz w:val="26"/>
                <w:szCs w:val="26"/>
              </w:rPr>
              <w:t>года серия</w:t>
            </w:r>
            <w:r w:rsidRPr="00007D9D">
              <w:rPr>
                <w:sz w:val="26"/>
                <w:szCs w:val="26"/>
              </w:rPr>
              <w:t xml:space="preserve"> 74 АЕ</w:t>
            </w:r>
            <w:r>
              <w:rPr>
                <w:sz w:val="26"/>
                <w:szCs w:val="26"/>
              </w:rPr>
              <w:t xml:space="preserve"> </w:t>
            </w:r>
          </w:p>
          <w:p w:rsidR="0040505A" w:rsidRPr="00007D9D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>№ 304925</w:t>
            </w:r>
          </w:p>
        </w:tc>
      </w:tr>
      <w:tr w:rsidR="0040505A" w:rsidTr="008A53C8">
        <w:trPr>
          <w:trHeight w:val="71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CC3EF4" w:rsidRDefault="0040505A" w:rsidP="00CB2D78">
            <w:pPr>
              <w:jc w:val="center"/>
              <w:rPr>
                <w:sz w:val="2"/>
                <w:szCs w:val="2"/>
              </w:rPr>
            </w:pPr>
          </w:p>
          <w:p w:rsidR="0040505A" w:rsidRPr="00A22B7B" w:rsidRDefault="0040505A" w:rsidP="00CB2D78">
            <w:pPr>
              <w:jc w:val="center"/>
              <w:rPr>
                <w:sz w:val="2"/>
                <w:szCs w:val="2"/>
              </w:rPr>
            </w:pPr>
          </w:p>
          <w:p w:rsidR="0040505A" w:rsidRDefault="0040505A" w:rsidP="00CB2D78">
            <w:pPr>
              <w:jc w:val="center"/>
            </w:pPr>
            <w:r>
              <w:t>620</w:t>
            </w:r>
            <w:r>
              <w:rPr>
                <w:vertAlign w:val="superscript"/>
              </w:rPr>
              <w:t>231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AA0E5A">
            <w:pPr>
              <w:rPr>
                <w:sz w:val="26"/>
                <w:szCs w:val="26"/>
              </w:rPr>
            </w:pPr>
            <w:r w:rsidRPr="00317E78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ород Пласт, улица Черняховского,</w:t>
            </w:r>
            <w:r w:rsidRPr="00317E78">
              <w:rPr>
                <w:sz w:val="26"/>
                <w:szCs w:val="26"/>
              </w:rPr>
              <w:t xml:space="preserve"> 11, квартира 35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жилищный фонд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кв. м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>свидетельство о госу</w:t>
            </w:r>
            <w:r>
              <w:rPr>
                <w:sz w:val="26"/>
                <w:szCs w:val="26"/>
              </w:rPr>
              <w:t>-</w:t>
            </w:r>
            <w:r w:rsidRPr="00007D9D">
              <w:rPr>
                <w:sz w:val="26"/>
                <w:szCs w:val="26"/>
              </w:rPr>
              <w:t xml:space="preserve">дарственной регистрации права от 26 марта 2015 </w:t>
            </w:r>
            <w:r>
              <w:rPr>
                <w:sz w:val="26"/>
                <w:szCs w:val="26"/>
              </w:rPr>
              <w:t>года серия</w:t>
            </w:r>
            <w:r w:rsidRPr="00007D9D">
              <w:rPr>
                <w:sz w:val="26"/>
                <w:szCs w:val="26"/>
              </w:rPr>
              <w:t xml:space="preserve"> 74 АЕ</w:t>
            </w:r>
            <w:r>
              <w:rPr>
                <w:sz w:val="26"/>
                <w:szCs w:val="26"/>
              </w:rPr>
              <w:t xml:space="preserve"> </w:t>
            </w:r>
          </w:p>
          <w:p w:rsidR="0040505A" w:rsidRPr="00007D9D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>№ 304926</w:t>
            </w:r>
          </w:p>
        </w:tc>
      </w:tr>
      <w:tr w:rsidR="0040505A" w:rsidTr="008A53C8">
        <w:trPr>
          <w:trHeight w:val="71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CC3EF4" w:rsidRDefault="0040505A" w:rsidP="00CB2D78">
            <w:pPr>
              <w:jc w:val="center"/>
              <w:rPr>
                <w:sz w:val="2"/>
                <w:szCs w:val="2"/>
              </w:rPr>
            </w:pPr>
          </w:p>
          <w:p w:rsidR="0040505A" w:rsidRDefault="0040505A" w:rsidP="00CB2D78">
            <w:pPr>
              <w:jc w:val="center"/>
            </w:pPr>
            <w:r>
              <w:t>620</w:t>
            </w:r>
            <w:r>
              <w:rPr>
                <w:vertAlign w:val="superscript"/>
              </w:rPr>
              <w:t>232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AA0E5A">
            <w:pPr>
              <w:rPr>
                <w:sz w:val="26"/>
                <w:szCs w:val="26"/>
              </w:rPr>
            </w:pPr>
            <w:r w:rsidRPr="00317E78">
              <w:rPr>
                <w:sz w:val="26"/>
                <w:szCs w:val="26"/>
              </w:rPr>
              <w:t>го</w:t>
            </w:r>
            <w:r>
              <w:rPr>
                <w:sz w:val="26"/>
                <w:szCs w:val="26"/>
              </w:rPr>
              <w:t xml:space="preserve">род Пласт, улица Черняховского, </w:t>
            </w:r>
            <w:r w:rsidRPr="00317E78">
              <w:rPr>
                <w:sz w:val="26"/>
                <w:szCs w:val="26"/>
              </w:rPr>
              <w:t>11, квартира 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жилищный фонд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BE522D">
            <w:pPr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49,6 кв. м"/>
              </w:smartTagPr>
              <w:r w:rsidRPr="00317E78">
                <w:rPr>
                  <w:sz w:val="26"/>
                  <w:szCs w:val="26"/>
                </w:rPr>
                <w:t>49,6</w:t>
              </w:r>
              <w:r>
                <w:rPr>
                  <w:sz w:val="26"/>
                  <w:szCs w:val="26"/>
                </w:rPr>
                <w:t xml:space="preserve"> кв. м</w:t>
              </w:r>
            </w:smartTag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>свидетельство о госу</w:t>
            </w:r>
            <w:r>
              <w:rPr>
                <w:sz w:val="26"/>
                <w:szCs w:val="26"/>
              </w:rPr>
              <w:t>-</w:t>
            </w:r>
            <w:r w:rsidRPr="00007D9D">
              <w:rPr>
                <w:sz w:val="26"/>
                <w:szCs w:val="26"/>
              </w:rPr>
              <w:t>дарственной регистрации пр</w:t>
            </w:r>
            <w:r>
              <w:rPr>
                <w:sz w:val="26"/>
                <w:szCs w:val="26"/>
              </w:rPr>
              <w:t xml:space="preserve">ава от 26 марта 2015 года серия 74 АЕ </w:t>
            </w:r>
          </w:p>
          <w:p w:rsidR="0040505A" w:rsidRPr="00007D9D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>№ 304934</w:t>
            </w:r>
          </w:p>
        </w:tc>
      </w:tr>
      <w:tr w:rsidR="0040505A" w:rsidTr="008A53C8">
        <w:trPr>
          <w:trHeight w:val="71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CB2D78" w:rsidRDefault="0040505A" w:rsidP="00CB2D78">
            <w:pPr>
              <w:jc w:val="center"/>
              <w:rPr>
                <w:sz w:val="2"/>
                <w:szCs w:val="2"/>
              </w:rPr>
            </w:pPr>
          </w:p>
          <w:p w:rsidR="0040505A" w:rsidRPr="00A22B7B" w:rsidRDefault="0040505A" w:rsidP="00CB2D78">
            <w:pPr>
              <w:jc w:val="center"/>
              <w:rPr>
                <w:sz w:val="2"/>
                <w:szCs w:val="2"/>
              </w:rPr>
            </w:pPr>
          </w:p>
          <w:p w:rsidR="0040505A" w:rsidRDefault="0040505A" w:rsidP="00CB2D78">
            <w:pPr>
              <w:jc w:val="center"/>
            </w:pPr>
            <w:r>
              <w:t>620</w:t>
            </w:r>
            <w:r>
              <w:rPr>
                <w:vertAlign w:val="superscript"/>
              </w:rPr>
              <w:t>233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AA0E5A">
            <w:pPr>
              <w:rPr>
                <w:sz w:val="26"/>
                <w:szCs w:val="26"/>
              </w:rPr>
            </w:pPr>
            <w:r w:rsidRPr="00317E78">
              <w:rPr>
                <w:sz w:val="26"/>
                <w:szCs w:val="26"/>
              </w:rPr>
              <w:t xml:space="preserve">город </w:t>
            </w:r>
            <w:r>
              <w:rPr>
                <w:sz w:val="26"/>
                <w:szCs w:val="26"/>
              </w:rPr>
              <w:t xml:space="preserve">Пласт, улица Черняховского, </w:t>
            </w:r>
            <w:r w:rsidRPr="00317E78">
              <w:rPr>
                <w:sz w:val="26"/>
                <w:szCs w:val="26"/>
              </w:rPr>
              <w:t>11, квартира 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жилищный фонд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BE522D">
            <w:pPr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34,3 кв. м"/>
              </w:smartTagPr>
              <w:r w:rsidRPr="00317E78">
                <w:rPr>
                  <w:sz w:val="26"/>
                  <w:szCs w:val="26"/>
                </w:rPr>
                <w:t>34,3</w:t>
              </w:r>
              <w:r>
                <w:rPr>
                  <w:sz w:val="26"/>
                  <w:szCs w:val="26"/>
                </w:rPr>
                <w:t xml:space="preserve"> кв. м</w:t>
              </w:r>
            </w:smartTag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>свидетельство о госу</w:t>
            </w:r>
            <w:r>
              <w:rPr>
                <w:sz w:val="26"/>
                <w:szCs w:val="26"/>
              </w:rPr>
              <w:t>-</w:t>
            </w:r>
            <w:r w:rsidRPr="00007D9D">
              <w:rPr>
                <w:sz w:val="26"/>
                <w:szCs w:val="26"/>
              </w:rPr>
              <w:t xml:space="preserve">дарственной регистрации права от 26 марта 2015 </w:t>
            </w:r>
            <w:r>
              <w:rPr>
                <w:sz w:val="26"/>
                <w:szCs w:val="26"/>
              </w:rPr>
              <w:t>года серия</w:t>
            </w:r>
            <w:r w:rsidRPr="00007D9D">
              <w:rPr>
                <w:sz w:val="26"/>
                <w:szCs w:val="26"/>
              </w:rPr>
              <w:t xml:space="preserve"> 74 АЕ </w:t>
            </w:r>
          </w:p>
          <w:p w:rsidR="0040505A" w:rsidRPr="00007D9D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 xml:space="preserve">№ 304931 </w:t>
            </w:r>
          </w:p>
        </w:tc>
      </w:tr>
      <w:tr w:rsidR="0040505A" w:rsidTr="008A53C8">
        <w:trPr>
          <w:trHeight w:val="71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CB2D78" w:rsidRDefault="0040505A" w:rsidP="00CB2D78">
            <w:pPr>
              <w:jc w:val="center"/>
              <w:rPr>
                <w:sz w:val="2"/>
                <w:szCs w:val="2"/>
              </w:rPr>
            </w:pPr>
          </w:p>
          <w:p w:rsidR="0040505A" w:rsidRPr="00A22B7B" w:rsidRDefault="0040505A" w:rsidP="00CB2D78">
            <w:pPr>
              <w:jc w:val="center"/>
              <w:rPr>
                <w:sz w:val="2"/>
                <w:szCs w:val="2"/>
              </w:rPr>
            </w:pPr>
          </w:p>
          <w:p w:rsidR="0040505A" w:rsidRDefault="0040505A" w:rsidP="00CB2D78">
            <w:pPr>
              <w:jc w:val="center"/>
            </w:pPr>
            <w:r>
              <w:t>620</w:t>
            </w:r>
            <w:r>
              <w:rPr>
                <w:vertAlign w:val="superscript"/>
              </w:rPr>
              <w:t>234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AA0E5A">
            <w:pPr>
              <w:rPr>
                <w:sz w:val="26"/>
                <w:szCs w:val="26"/>
              </w:rPr>
            </w:pPr>
            <w:r w:rsidRPr="00317E78">
              <w:rPr>
                <w:sz w:val="26"/>
                <w:szCs w:val="26"/>
              </w:rPr>
              <w:t xml:space="preserve">город </w:t>
            </w:r>
            <w:r>
              <w:rPr>
                <w:sz w:val="26"/>
                <w:szCs w:val="26"/>
              </w:rPr>
              <w:t xml:space="preserve">Пласт, улица Черняховского, </w:t>
            </w:r>
            <w:r w:rsidRPr="00317E78">
              <w:rPr>
                <w:sz w:val="26"/>
                <w:szCs w:val="26"/>
              </w:rPr>
              <w:t>11, квартира 41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жилищный фонд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кв. м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>свидетельство о госу</w:t>
            </w:r>
            <w:r>
              <w:rPr>
                <w:sz w:val="26"/>
                <w:szCs w:val="26"/>
              </w:rPr>
              <w:t>-</w:t>
            </w:r>
            <w:r w:rsidRPr="00007D9D">
              <w:rPr>
                <w:sz w:val="26"/>
                <w:szCs w:val="26"/>
              </w:rPr>
              <w:t xml:space="preserve">дарственной регистрации права от 26 марта 2015 </w:t>
            </w:r>
            <w:r>
              <w:rPr>
                <w:sz w:val="26"/>
                <w:szCs w:val="26"/>
              </w:rPr>
              <w:t>года серия</w:t>
            </w:r>
            <w:r w:rsidRPr="00007D9D">
              <w:rPr>
                <w:sz w:val="26"/>
                <w:szCs w:val="26"/>
              </w:rPr>
              <w:t xml:space="preserve"> 74 АЕ </w:t>
            </w:r>
          </w:p>
          <w:p w:rsidR="0040505A" w:rsidRPr="00007D9D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 xml:space="preserve">№ 304932 </w:t>
            </w:r>
          </w:p>
        </w:tc>
      </w:tr>
      <w:tr w:rsidR="0040505A" w:rsidTr="008A53C8">
        <w:trPr>
          <w:trHeight w:val="71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CB2D78" w:rsidRDefault="0040505A" w:rsidP="00CB2D78">
            <w:pPr>
              <w:jc w:val="center"/>
              <w:rPr>
                <w:sz w:val="2"/>
                <w:szCs w:val="2"/>
              </w:rPr>
            </w:pPr>
          </w:p>
          <w:p w:rsidR="0040505A" w:rsidRDefault="0040505A" w:rsidP="00CB2D78">
            <w:pPr>
              <w:jc w:val="center"/>
            </w:pPr>
            <w:r>
              <w:t>620</w:t>
            </w:r>
            <w:r>
              <w:rPr>
                <w:vertAlign w:val="superscript"/>
              </w:rPr>
              <w:t>235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AA0E5A">
            <w:pPr>
              <w:rPr>
                <w:sz w:val="26"/>
                <w:szCs w:val="26"/>
              </w:rPr>
            </w:pPr>
            <w:r w:rsidRPr="00317E78">
              <w:rPr>
                <w:sz w:val="26"/>
                <w:szCs w:val="26"/>
              </w:rPr>
              <w:t>го</w:t>
            </w:r>
            <w:r>
              <w:rPr>
                <w:sz w:val="26"/>
                <w:szCs w:val="26"/>
              </w:rPr>
              <w:t xml:space="preserve">род Пласт, улица Черняховского, </w:t>
            </w:r>
            <w:r w:rsidRPr="00317E78">
              <w:rPr>
                <w:sz w:val="26"/>
                <w:szCs w:val="26"/>
              </w:rPr>
              <w:t>11, квартира 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жилищный фонд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BE522D">
            <w:pPr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34,3 кв. м"/>
              </w:smartTagPr>
              <w:r w:rsidRPr="00317E78">
                <w:rPr>
                  <w:sz w:val="26"/>
                  <w:szCs w:val="26"/>
                </w:rPr>
                <w:t>34,3</w:t>
              </w:r>
              <w:r>
                <w:rPr>
                  <w:sz w:val="26"/>
                  <w:szCs w:val="26"/>
                </w:rPr>
                <w:t xml:space="preserve"> кв. м</w:t>
              </w:r>
            </w:smartTag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>свидетельство о госу</w:t>
            </w:r>
            <w:r>
              <w:rPr>
                <w:sz w:val="26"/>
                <w:szCs w:val="26"/>
              </w:rPr>
              <w:t>-</w:t>
            </w:r>
            <w:r w:rsidRPr="00007D9D">
              <w:rPr>
                <w:sz w:val="26"/>
                <w:szCs w:val="26"/>
              </w:rPr>
              <w:t xml:space="preserve">дарственной регистрации права от 26 марта 2015 </w:t>
            </w:r>
            <w:r>
              <w:rPr>
                <w:sz w:val="26"/>
                <w:szCs w:val="26"/>
              </w:rPr>
              <w:t>года серия</w:t>
            </w:r>
            <w:r w:rsidRPr="00007D9D">
              <w:rPr>
                <w:sz w:val="26"/>
                <w:szCs w:val="26"/>
              </w:rPr>
              <w:t xml:space="preserve"> 74 АЕ </w:t>
            </w:r>
          </w:p>
          <w:p w:rsidR="0040505A" w:rsidRPr="00007D9D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>№ 304927</w:t>
            </w:r>
          </w:p>
        </w:tc>
      </w:tr>
      <w:tr w:rsidR="0040505A" w:rsidTr="008A53C8">
        <w:trPr>
          <w:trHeight w:val="71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CB2D78" w:rsidRDefault="0040505A" w:rsidP="00CB2D78">
            <w:pPr>
              <w:jc w:val="center"/>
              <w:rPr>
                <w:sz w:val="2"/>
                <w:szCs w:val="2"/>
              </w:rPr>
            </w:pPr>
          </w:p>
          <w:p w:rsidR="0040505A" w:rsidRDefault="0040505A" w:rsidP="00CB2D78">
            <w:pPr>
              <w:jc w:val="center"/>
            </w:pPr>
            <w:r>
              <w:t>620</w:t>
            </w:r>
            <w:r>
              <w:rPr>
                <w:vertAlign w:val="superscript"/>
              </w:rPr>
              <w:t>236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AA0E5A">
            <w:pPr>
              <w:rPr>
                <w:sz w:val="26"/>
                <w:szCs w:val="26"/>
              </w:rPr>
            </w:pPr>
            <w:r w:rsidRPr="00317E78">
              <w:rPr>
                <w:sz w:val="26"/>
                <w:szCs w:val="26"/>
              </w:rPr>
              <w:t>город Пласт, улица Чернях</w:t>
            </w:r>
            <w:r>
              <w:rPr>
                <w:sz w:val="26"/>
                <w:szCs w:val="26"/>
              </w:rPr>
              <w:t xml:space="preserve">овского, </w:t>
            </w:r>
            <w:r w:rsidRPr="00317E78">
              <w:rPr>
                <w:sz w:val="26"/>
                <w:szCs w:val="26"/>
              </w:rPr>
              <w:t>11, квартира 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жилищный фонд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кв. м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>свидетельство о госу</w:t>
            </w:r>
            <w:r>
              <w:rPr>
                <w:sz w:val="26"/>
                <w:szCs w:val="26"/>
              </w:rPr>
              <w:t>-</w:t>
            </w:r>
            <w:r w:rsidRPr="00007D9D">
              <w:rPr>
                <w:sz w:val="26"/>
                <w:szCs w:val="26"/>
              </w:rPr>
              <w:t xml:space="preserve">дарственной регистрации права от 26 марта 2015 </w:t>
            </w:r>
            <w:r>
              <w:rPr>
                <w:sz w:val="26"/>
                <w:szCs w:val="26"/>
              </w:rPr>
              <w:t>года серия</w:t>
            </w:r>
            <w:r w:rsidRPr="00007D9D">
              <w:rPr>
                <w:sz w:val="26"/>
                <w:szCs w:val="26"/>
              </w:rPr>
              <w:t xml:space="preserve"> 74 АЕ </w:t>
            </w:r>
          </w:p>
          <w:p w:rsidR="0040505A" w:rsidRPr="00007D9D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>№ 304917</w:t>
            </w:r>
          </w:p>
        </w:tc>
      </w:tr>
      <w:tr w:rsidR="0040505A" w:rsidTr="008A53C8">
        <w:trPr>
          <w:trHeight w:val="71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CB2D78" w:rsidRDefault="0040505A" w:rsidP="00CB2D78">
            <w:pPr>
              <w:jc w:val="center"/>
              <w:rPr>
                <w:sz w:val="2"/>
                <w:szCs w:val="2"/>
              </w:rPr>
            </w:pPr>
          </w:p>
          <w:p w:rsidR="0040505A" w:rsidRDefault="0040505A" w:rsidP="00CB2D78">
            <w:pPr>
              <w:jc w:val="center"/>
            </w:pPr>
            <w:r>
              <w:t>620</w:t>
            </w:r>
            <w:r>
              <w:rPr>
                <w:vertAlign w:val="superscript"/>
              </w:rPr>
              <w:t>237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AA0E5A">
            <w:pPr>
              <w:rPr>
                <w:sz w:val="26"/>
                <w:szCs w:val="26"/>
              </w:rPr>
            </w:pPr>
            <w:r w:rsidRPr="00317E78">
              <w:rPr>
                <w:sz w:val="26"/>
                <w:szCs w:val="26"/>
              </w:rPr>
              <w:t>гор</w:t>
            </w:r>
            <w:r>
              <w:rPr>
                <w:sz w:val="26"/>
                <w:szCs w:val="26"/>
              </w:rPr>
              <w:t xml:space="preserve">од Пласт, улица Черняховского, </w:t>
            </w:r>
            <w:r w:rsidRPr="00317E78">
              <w:rPr>
                <w:sz w:val="26"/>
                <w:szCs w:val="26"/>
              </w:rPr>
              <w:t>11, квартира 48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жилищный фонд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317E78" w:rsidRDefault="0040505A" w:rsidP="00BE522D">
            <w:pPr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34,5 кв. м"/>
              </w:smartTagPr>
              <w:r w:rsidRPr="00317E78">
                <w:rPr>
                  <w:sz w:val="26"/>
                  <w:szCs w:val="26"/>
                </w:rPr>
                <w:t>34,5</w:t>
              </w:r>
              <w:r>
                <w:rPr>
                  <w:sz w:val="26"/>
                  <w:szCs w:val="26"/>
                </w:rPr>
                <w:t xml:space="preserve"> кв. м</w:t>
              </w:r>
            </w:smartTag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>свидетельство о госу</w:t>
            </w:r>
            <w:r>
              <w:rPr>
                <w:sz w:val="26"/>
                <w:szCs w:val="26"/>
              </w:rPr>
              <w:t>-</w:t>
            </w:r>
            <w:r w:rsidRPr="00007D9D">
              <w:rPr>
                <w:sz w:val="26"/>
                <w:szCs w:val="26"/>
              </w:rPr>
              <w:t xml:space="preserve">дарственной регистрации права от 26 марта 2015 </w:t>
            </w:r>
            <w:r>
              <w:rPr>
                <w:sz w:val="26"/>
                <w:szCs w:val="26"/>
              </w:rPr>
              <w:t>года серия</w:t>
            </w:r>
            <w:r w:rsidRPr="00007D9D">
              <w:rPr>
                <w:sz w:val="26"/>
                <w:szCs w:val="26"/>
              </w:rPr>
              <w:t xml:space="preserve"> 74 АЕ </w:t>
            </w:r>
          </w:p>
          <w:p w:rsidR="0040505A" w:rsidRPr="00007D9D" w:rsidRDefault="0040505A" w:rsidP="00BE522D">
            <w:pPr>
              <w:jc w:val="both"/>
              <w:rPr>
                <w:sz w:val="26"/>
                <w:szCs w:val="26"/>
              </w:rPr>
            </w:pPr>
            <w:r w:rsidRPr="00007D9D">
              <w:rPr>
                <w:sz w:val="26"/>
                <w:szCs w:val="26"/>
              </w:rPr>
              <w:t>№ 304922</w:t>
            </w:r>
          </w:p>
        </w:tc>
      </w:tr>
      <w:tr w:rsidR="0040505A" w:rsidTr="008A53C8">
        <w:trPr>
          <w:trHeight w:val="71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CB2D78" w:rsidRDefault="0040505A" w:rsidP="00CB2D78">
            <w:pPr>
              <w:jc w:val="center"/>
              <w:rPr>
                <w:sz w:val="2"/>
                <w:szCs w:val="2"/>
              </w:rPr>
            </w:pPr>
          </w:p>
          <w:p w:rsidR="0040505A" w:rsidRDefault="0040505A" w:rsidP="00CB2D78">
            <w:pPr>
              <w:jc w:val="center"/>
              <w:rPr>
                <w:sz w:val="26"/>
                <w:szCs w:val="26"/>
              </w:rPr>
            </w:pPr>
            <w:r>
              <w:t>620</w:t>
            </w:r>
            <w:r>
              <w:rPr>
                <w:vertAlign w:val="superscript"/>
              </w:rPr>
              <w:t>238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AA0E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 Пласт, улица Т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това, 9, квартира 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жилищный фонд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35,3 кв. м"/>
              </w:smartTagPr>
              <w:r>
                <w:rPr>
                  <w:sz w:val="26"/>
                  <w:szCs w:val="26"/>
                </w:rPr>
                <w:t>35,3 кв. м</w:t>
              </w:r>
            </w:smartTag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свидетельство о госу-дарственной регистрации права от 27 января 2015 года серия 74 АЕ </w:t>
            </w:r>
          </w:p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304308 </w:t>
            </w:r>
          </w:p>
        </w:tc>
      </w:tr>
      <w:tr w:rsidR="0040505A" w:rsidTr="008A53C8">
        <w:trPr>
          <w:trHeight w:val="71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CB2D78" w:rsidRDefault="0040505A" w:rsidP="00CB2D78">
            <w:pPr>
              <w:jc w:val="center"/>
              <w:rPr>
                <w:sz w:val="2"/>
                <w:szCs w:val="2"/>
              </w:rPr>
            </w:pPr>
          </w:p>
          <w:p w:rsidR="0040505A" w:rsidRDefault="0040505A" w:rsidP="00CB2D78">
            <w:pPr>
              <w:jc w:val="center"/>
            </w:pPr>
            <w:r>
              <w:t>620</w:t>
            </w:r>
            <w:r>
              <w:rPr>
                <w:vertAlign w:val="superscript"/>
              </w:rPr>
              <w:t>239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AA0E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 Пласт, улица Т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това, 9, квартира 31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</w:p>
          <w:p w:rsidR="0040505A" w:rsidRDefault="0040505A" w:rsidP="00BE522D">
            <w:pPr>
              <w:rPr>
                <w:sz w:val="26"/>
                <w:szCs w:val="26"/>
              </w:rPr>
            </w:pPr>
          </w:p>
          <w:p w:rsidR="0040505A" w:rsidRDefault="0040505A" w:rsidP="00BE522D">
            <w:pPr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жилищный фонд</w:t>
            </w:r>
          </w:p>
          <w:p w:rsidR="0040505A" w:rsidRDefault="0040505A" w:rsidP="00BE522D">
            <w:pPr>
              <w:rPr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кв. м</w:t>
            </w:r>
          </w:p>
          <w:p w:rsidR="0040505A" w:rsidRDefault="0040505A" w:rsidP="00BE522D">
            <w:pPr>
              <w:rPr>
                <w:sz w:val="26"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свидетельство о госу-дарственной регистрации права от 27 января 2015 года серия 74 АЕ </w:t>
            </w:r>
          </w:p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304311 </w:t>
            </w:r>
          </w:p>
        </w:tc>
      </w:tr>
      <w:tr w:rsidR="0040505A" w:rsidTr="008A53C8">
        <w:trPr>
          <w:trHeight w:val="71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Pr="00CB2D78" w:rsidRDefault="0040505A" w:rsidP="00CB2D78">
            <w:pPr>
              <w:jc w:val="center"/>
              <w:rPr>
                <w:sz w:val="2"/>
                <w:szCs w:val="2"/>
              </w:rPr>
            </w:pPr>
          </w:p>
          <w:p w:rsidR="0040505A" w:rsidRDefault="0040505A" w:rsidP="00CB2D78">
            <w:pPr>
              <w:jc w:val="center"/>
            </w:pPr>
            <w:r>
              <w:t>620</w:t>
            </w:r>
            <w:r>
              <w:rPr>
                <w:vertAlign w:val="superscript"/>
              </w:rPr>
              <w:t>240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AA0E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 Пласт, улица Т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това, 9, квартира 35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жилищный фонд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кв. м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свидетельство о госу-дарственной регистрации права от 27 января 2015 года серия 74 АЕ </w:t>
            </w:r>
          </w:p>
          <w:p w:rsidR="0040505A" w:rsidRDefault="0040505A" w:rsidP="00BE52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304315» </w:t>
            </w:r>
          </w:p>
        </w:tc>
      </w:tr>
    </w:tbl>
    <w:p w:rsidR="0040505A" w:rsidRDefault="0040505A" w:rsidP="0046234F"/>
    <w:p w:rsidR="0040505A" w:rsidRDefault="0040505A" w:rsidP="0046234F"/>
    <w:p w:rsidR="0040505A" w:rsidRDefault="0040505A" w:rsidP="0046234F"/>
    <w:p w:rsidR="0040505A" w:rsidRDefault="0040505A" w:rsidP="0046234F"/>
    <w:p w:rsidR="0040505A" w:rsidRDefault="0040505A" w:rsidP="0046234F"/>
    <w:p w:rsidR="0040505A" w:rsidRDefault="0040505A" w:rsidP="0046234F"/>
    <w:p w:rsidR="0040505A" w:rsidRDefault="0040505A" w:rsidP="0046234F"/>
    <w:p w:rsidR="0040505A" w:rsidRDefault="0040505A" w:rsidP="0046234F"/>
    <w:p w:rsidR="0040505A" w:rsidRDefault="0040505A" w:rsidP="0046234F"/>
    <w:sectPr w:rsidR="0040505A" w:rsidSect="00CB2D78">
      <w:footerReference w:type="even" r:id="rId6"/>
      <w:footerReference w:type="default" r:id="rId7"/>
      <w:pgSz w:w="16838" w:h="11906" w:orient="landscape"/>
      <w:pgMar w:top="1474" w:right="818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05A" w:rsidRDefault="0040505A">
      <w:r>
        <w:separator/>
      </w:r>
    </w:p>
  </w:endnote>
  <w:endnote w:type="continuationSeparator" w:id="1">
    <w:p w:rsidR="0040505A" w:rsidRDefault="00405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05A" w:rsidRDefault="0040505A" w:rsidP="00232E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0505A" w:rsidRDefault="0040505A" w:rsidP="00CB2D7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05A" w:rsidRDefault="0040505A" w:rsidP="00232E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0505A" w:rsidRDefault="0040505A" w:rsidP="00CB2D7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05A" w:rsidRDefault="0040505A">
      <w:r>
        <w:separator/>
      </w:r>
    </w:p>
  </w:footnote>
  <w:footnote w:type="continuationSeparator" w:id="1">
    <w:p w:rsidR="0040505A" w:rsidRDefault="004050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34F"/>
    <w:rsid w:val="00007D9D"/>
    <w:rsid w:val="00146335"/>
    <w:rsid w:val="00232EED"/>
    <w:rsid w:val="002A3BCC"/>
    <w:rsid w:val="00317E78"/>
    <w:rsid w:val="003818E2"/>
    <w:rsid w:val="00390C1E"/>
    <w:rsid w:val="0040505A"/>
    <w:rsid w:val="0046234F"/>
    <w:rsid w:val="00501CCE"/>
    <w:rsid w:val="0070390C"/>
    <w:rsid w:val="008A53C8"/>
    <w:rsid w:val="00986E76"/>
    <w:rsid w:val="009A347C"/>
    <w:rsid w:val="00A22B7B"/>
    <w:rsid w:val="00AA0E5A"/>
    <w:rsid w:val="00B634C3"/>
    <w:rsid w:val="00BE522D"/>
    <w:rsid w:val="00CB2D78"/>
    <w:rsid w:val="00CC3EF4"/>
    <w:rsid w:val="00CD56F7"/>
    <w:rsid w:val="00EB0715"/>
    <w:rsid w:val="00EE5BA2"/>
    <w:rsid w:val="00F83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34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B2D7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CB2D7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114</TotalTime>
  <Pages>4</Pages>
  <Words>536</Words>
  <Characters>3056</Characters>
  <Application>Microsoft Office Outlook</Application>
  <DocSecurity>0</DocSecurity>
  <Lines>0</Lines>
  <Paragraphs>0</Paragraphs>
  <ScaleCrop>false</ScaleCrop>
  <Company>КУИиЗО г. Челябинска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Shvecova</dc:creator>
  <cp:keywords/>
  <dc:description/>
  <cp:lastModifiedBy>User</cp:lastModifiedBy>
  <cp:revision>4</cp:revision>
  <cp:lastPrinted>2015-06-09T11:34:00Z</cp:lastPrinted>
  <dcterms:created xsi:type="dcterms:W3CDTF">2015-06-08T01:24:00Z</dcterms:created>
  <dcterms:modified xsi:type="dcterms:W3CDTF">2015-06-09T11:43:00Z</dcterms:modified>
</cp:coreProperties>
</file>